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A3CCE" w14:textId="1658EE99" w:rsidR="006E5D65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6B0B9C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6A40BB">
        <w:rPr>
          <w:rFonts w:ascii="Times New Roman" w:hAnsi="Times New Roman"/>
          <w:b/>
          <w:bCs/>
          <w:sz w:val="24"/>
          <w:szCs w:val="24"/>
        </w:rPr>
        <w:tab/>
      </w:r>
      <w:r w:rsidR="006A40BB">
        <w:rPr>
          <w:rFonts w:ascii="Times New Roman" w:hAnsi="Times New Roman"/>
          <w:b/>
          <w:bCs/>
          <w:sz w:val="24"/>
          <w:szCs w:val="24"/>
        </w:rPr>
        <w:tab/>
      </w:r>
      <w:r w:rsidR="006A40BB">
        <w:rPr>
          <w:rFonts w:ascii="Times New Roman" w:hAnsi="Times New Roman"/>
          <w:b/>
          <w:bCs/>
          <w:sz w:val="24"/>
          <w:szCs w:val="24"/>
        </w:rPr>
        <w:tab/>
      </w:r>
      <w:r w:rsidR="006A40BB">
        <w:rPr>
          <w:rFonts w:ascii="Times New Roman" w:hAnsi="Times New Roman"/>
          <w:b/>
          <w:bCs/>
          <w:sz w:val="24"/>
          <w:szCs w:val="24"/>
        </w:rPr>
        <w:tab/>
      </w:r>
      <w:r w:rsidR="006A40BB">
        <w:rPr>
          <w:rFonts w:ascii="Times New Roman" w:hAnsi="Times New Roman"/>
          <w:b/>
          <w:bCs/>
          <w:sz w:val="24"/>
          <w:szCs w:val="24"/>
        </w:rPr>
        <w:tab/>
      </w:r>
      <w:r w:rsidR="00D8678B" w:rsidRPr="006B0B9C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6B0B9C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6B0B9C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6B0B9C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6B0B9C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6B0B9C">
        <w:rPr>
          <w:rFonts w:ascii="Times New Roman" w:hAnsi="Times New Roman"/>
          <w:bCs/>
          <w:i/>
          <w:sz w:val="24"/>
          <w:szCs w:val="24"/>
        </w:rPr>
        <w:t>12/2019</w:t>
      </w:r>
    </w:p>
    <w:p w14:paraId="6CC6340D" w14:textId="77777777" w:rsidR="006A40BB" w:rsidRPr="006B0B9C" w:rsidRDefault="006A40BB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514B5492" w14:textId="77777777" w:rsidR="0085747A" w:rsidRPr="006B0B9C" w:rsidRDefault="0085747A" w:rsidP="006B0B9C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6B0B9C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1F8458C" w14:textId="06E903C8" w:rsidR="0085747A" w:rsidRPr="006B0B9C" w:rsidRDefault="0071620A" w:rsidP="006B0B9C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6B0B9C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6B0B9C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912BE1" w:rsidRPr="006B0B9C">
        <w:rPr>
          <w:rFonts w:ascii="Times New Roman" w:hAnsi="Times New Roman"/>
          <w:i/>
          <w:smallCaps/>
          <w:sz w:val="24"/>
          <w:szCs w:val="24"/>
        </w:rPr>
        <w:t>202</w:t>
      </w:r>
      <w:r w:rsidR="00A7523D" w:rsidRPr="006B0B9C">
        <w:rPr>
          <w:rFonts w:ascii="Times New Roman" w:hAnsi="Times New Roman"/>
          <w:i/>
          <w:smallCaps/>
          <w:sz w:val="24"/>
          <w:szCs w:val="24"/>
        </w:rPr>
        <w:t>3</w:t>
      </w:r>
      <w:r w:rsidR="00912BE1" w:rsidRPr="006B0B9C">
        <w:rPr>
          <w:rFonts w:ascii="Times New Roman" w:hAnsi="Times New Roman"/>
          <w:i/>
          <w:smallCaps/>
          <w:sz w:val="24"/>
          <w:szCs w:val="24"/>
        </w:rPr>
        <w:t>-202</w:t>
      </w:r>
      <w:r w:rsidR="00A7523D" w:rsidRPr="006B0B9C">
        <w:rPr>
          <w:rFonts w:ascii="Times New Roman" w:hAnsi="Times New Roman"/>
          <w:i/>
          <w:smallCaps/>
          <w:sz w:val="24"/>
          <w:szCs w:val="24"/>
        </w:rPr>
        <w:t>8</w:t>
      </w:r>
    </w:p>
    <w:p w14:paraId="4116BB54" w14:textId="77777777" w:rsidR="006A40BB" w:rsidRPr="006B0B9C" w:rsidRDefault="006A40BB" w:rsidP="006B0B9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1D83D8CE" w14:textId="3005CE6A" w:rsidR="00445970" w:rsidRPr="006A40BB" w:rsidRDefault="006A40BB" w:rsidP="006B0B9C">
      <w:pPr>
        <w:spacing w:after="0" w:line="240" w:lineRule="exact"/>
        <w:jc w:val="center"/>
        <w:rPr>
          <w:rFonts w:ascii="Times New Roman" w:hAnsi="Times New Roman"/>
          <w:szCs w:val="24"/>
        </w:rPr>
      </w:pPr>
      <w:r w:rsidRPr="006A40BB">
        <w:rPr>
          <w:rFonts w:ascii="Times New Roman" w:hAnsi="Times New Roman"/>
          <w:szCs w:val="24"/>
        </w:rPr>
        <w:t xml:space="preserve">Rok akademicki </w:t>
      </w:r>
      <w:r w:rsidR="00912BE1" w:rsidRPr="006A40BB">
        <w:rPr>
          <w:rFonts w:ascii="Times New Roman" w:hAnsi="Times New Roman"/>
          <w:szCs w:val="24"/>
        </w:rPr>
        <w:t>20</w:t>
      </w:r>
      <w:r w:rsidR="008E1A51" w:rsidRPr="006A40BB">
        <w:rPr>
          <w:rFonts w:ascii="Times New Roman" w:hAnsi="Times New Roman"/>
          <w:szCs w:val="24"/>
        </w:rPr>
        <w:t>2</w:t>
      </w:r>
      <w:r w:rsidR="0022093A" w:rsidRPr="006A40BB">
        <w:rPr>
          <w:rFonts w:ascii="Times New Roman" w:hAnsi="Times New Roman"/>
          <w:szCs w:val="24"/>
        </w:rPr>
        <w:t>6</w:t>
      </w:r>
      <w:r w:rsidR="00912BE1" w:rsidRPr="006A40BB">
        <w:rPr>
          <w:rFonts w:ascii="Times New Roman" w:hAnsi="Times New Roman"/>
          <w:szCs w:val="24"/>
        </w:rPr>
        <w:t>/202</w:t>
      </w:r>
      <w:r w:rsidR="0022093A" w:rsidRPr="006A40BB">
        <w:rPr>
          <w:rFonts w:ascii="Times New Roman" w:hAnsi="Times New Roman"/>
          <w:szCs w:val="24"/>
        </w:rPr>
        <w:t>7</w:t>
      </w:r>
    </w:p>
    <w:p w14:paraId="6621200A" w14:textId="77777777" w:rsidR="0085747A" w:rsidRPr="006B0B9C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D70B3B" w14:textId="77777777" w:rsidR="0085747A" w:rsidRPr="006B0B9C" w:rsidRDefault="0071620A" w:rsidP="006A40BB">
      <w:pPr>
        <w:pStyle w:val="Punktygwne"/>
        <w:spacing w:before="0"/>
        <w:rPr>
          <w:color w:val="0070C0"/>
          <w:szCs w:val="24"/>
        </w:rPr>
      </w:pPr>
      <w:r w:rsidRPr="006B0B9C">
        <w:rPr>
          <w:szCs w:val="24"/>
        </w:rPr>
        <w:t xml:space="preserve">1. </w:t>
      </w:r>
      <w:r w:rsidR="0085747A" w:rsidRPr="006B0B9C">
        <w:rPr>
          <w:szCs w:val="24"/>
        </w:rPr>
        <w:t xml:space="preserve">Podstawowe </w:t>
      </w:r>
      <w:r w:rsidR="00445970" w:rsidRPr="006B0B9C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B0B9C" w14:paraId="40A7E305" w14:textId="77777777" w:rsidTr="00915343">
        <w:tc>
          <w:tcPr>
            <w:tcW w:w="2694" w:type="dxa"/>
            <w:vAlign w:val="center"/>
          </w:tcPr>
          <w:p w14:paraId="17D6A9FB" w14:textId="77777777" w:rsidR="0085747A" w:rsidRPr="006B0B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B0B9C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69102933" w:rsidR="0085747A" w:rsidRPr="006A40BB" w:rsidRDefault="004C0916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6A40BB">
              <w:rPr>
                <w:sz w:val="24"/>
                <w:szCs w:val="24"/>
              </w:rPr>
              <w:t>Specjalne potrzeby edukacyjne uczniów</w:t>
            </w:r>
          </w:p>
        </w:tc>
      </w:tr>
      <w:tr w:rsidR="0085747A" w:rsidRPr="006B0B9C" w14:paraId="6C9699AA" w14:textId="77777777" w:rsidTr="00915343">
        <w:tc>
          <w:tcPr>
            <w:tcW w:w="2694" w:type="dxa"/>
            <w:vAlign w:val="center"/>
          </w:tcPr>
          <w:p w14:paraId="03BD0BF0" w14:textId="77777777" w:rsidR="0085747A" w:rsidRPr="006B0B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B0B9C">
              <w:rPr>
                <w:sz w:val="24"/>
                <w:szCs w:val="24"/>
              </w:rPr>
              <w:t>Kod przedmiotu</w:t>
            </w:r>
            <w:r w:rsidR="0085747A" w:rsidRPr="006B0B9C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6B0B9C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6B0B9C" w14:paraId="54A8294D" w14:textId="77777777" w:rsidTr="00915343">
        <w:tc>
          <w:tcPr>
            <w:tcW w:w="2694" w:type="dxa"/>
            <w:vAlign w:val="center"/>
          </w:tcPr>
          <w:p w14:paraId="6892121B" w14:textId="77777777" w:rsidR="0085747A" w:rsidRPr="006B0B9C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6B0B9C">
              <w:rPr>
                <w:sz w:val="24"/>
                <w:szCs w:val="24"/>
              </w:rPr>
              <w:t>nazwa</w:t>
            </w:r>
            <w:r w:rsidR="00C05F44" w:rsidRPr="006B0B9C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01E81FC0" w:rsidR="0085747A" w:rsidRPr="006B0B9C" w:rsidRDefault="004A23B1" w:rsidP="006A40B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B0B9C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B0B9C" w14:paraId="782C482F" w14:textId="77777777" w:rsidTr="00915343">
        <w:tc>
          <w:tcPr>
            <w:tcW w:w="2694" w:type="dxa"/>
            <w:vAlign w:val="center"/>
          </w:tcPr>
          <w:p w14:paraId="524548D0" w14:textId="77777777" w:rsidR="0085747A" w:rsidRPr="006B0B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B0B9C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36FF7995" w:rsidR="0085747A" w:rsidRPr="006B0B9C" w:rsidRDefault="006A40B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B0B9C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6B0B9C" w14:paraId="36591D91" w14:textId="77777777" w:rsidTr="00915343">
        <w:tc>
          <w:tcPr>
            <w:tcW w:w="2694" w:type="dxa"/>
            <w:vAlign w:val="center"/>
          </w:tcPr>
          <w:p w14:paraId="55DA27A9" w14:textId="77777777" w:rsidR="0085747A" w:rsidRPr="006B0B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B0B9C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7048DCC" w:rsidR="0085747A" w:rsidRPr="006B0B9C" w:rsidRDefault="00D8403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B0B9C">
              <w:rPr>
                <w:b w:val="0"/>
                <w:sz w:val="24"/>
                <w:szCs w:val="24"/>
              </w:rPr>
              <w:t>P</w:t>
            </w:r>
            <w:r w:rsidR="004C0916" w:rsidRPr="006B0B9C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6B0B9C" w14:paraId="215D0F3D" w14:textId="77777777" w:rsidTr="00915343">
        <w:tc>
          <w:tcPr>
            <w:tcW w:w="2694" w:type="dxa"/>
            <w:vAlign w:val="center"/>
          </w:tcPr>
          <w:p w14:paraId="13D02490" w14:textId="77777777" w:rsidR="0085747A" w:rsidRPr="006B0B9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B0B9C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2D8BA6D8" w:rsidR="0085747A" w:rsidRPr="006B0B9C" w:rsidRDefault="006A40B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="004C0916" w:rsidRPr="006B0B9C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6B0B9C" w14:paraId="33F8C96A" w14:textId="77777777" w:rsidTr="00915343">
        <w:tc>
          <w:tcPr>
            <w:tcW w:w="2694" w:type="dxa"/>
            <w:vAlign w:val="center"/>
          </w:tcPr>
          <w:p w14:paraId="0A1E623E" w14:textId="77777777" w:rsidR="0085747A" w:rsidRPr="006B0B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B0B9C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3438F837" w:rsidR="0085747A" w:rsidRPr="006B0B9C" w:rsidRDefault="00A7523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B0B9C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6B0B9C" w14:paraId="2DD51570" w14:textId="77777777" w:rsidTr="00915343">
        <w:tc>
          <w:tcPr>
            <w:tcW w:w="2694" w:type="dxa"/>
            <w:vAlign w:val="center"/>
          </w:tcPr>
          <w:p w14:paraId="6A53B8A7" w14:textId="77777777" w:rsidR="0085747A" w:rsidRPr="006B0B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B0B9C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74A27928" w:rsidR="0085747A" w:rsidRPr="006B0B9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B0B9C">
              <w:rPr>
                <w:b w:val="0"/>
                <w:sz w:val="24"/>
                <w:szCs w:val="24"/>
              </w:rPr>
              <w:t>stacjonarn</w:t>
            </w:r>
            <w:r w:rsidR="001D2AA0" w:rsidRPr="006B0B9C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6B0B9C" w14:paraId="040AFF42" w14:textId="77777777" w:rsidTr="00915343">
        <w:tc>
          <w:tcPr>
            <w:tcW w:w="2694" w:type="dxa"/>
            <w:vAlign w:val="center"/>
          </w:tcPr>
          <w:p w14:paraId="62A432D1" w14:textId="77777777" w:rsidR="0085747A" w:rsidRPr="006B0B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B0B9C">
              <w:rPr>
                <w:sz w:val="24"/>
                <w:szCs w:val="24"/>
              </w:rPr>
              <w:t>Rok i semestr</w:t>
            </w:r>
            <w:r w:rsidR="0030395F" w:rsidRPr="006B0B9C">
              <w:rPr>
                <w:sz w:val="24"/>
                <w:szCs w:val="24"/>
              </w:rPr>
              <w:t>/y</w:t>
            </w:r>
            <w:r w:rsidRPr="006B0B9C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14E688F3" w:rsidR="0085747A" w:rsidRPr="006B0B9C" w:rsidRDefault="00C17ED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E5152B" w:rsidRPr="006B0B9C">
              <w:rPr>
                <w:b w:val="0"/>
                <w:sz w:val="24"/>
                <w:szCs w:val="24"/>
              </w:rPr>
              <w:t xml:space="preserve">ok </w:t>
            </w:r>
            <w:r w:rsidR="0022093A" w:rsidRPr="006B0B9C">
              <w:rPr>
                <w:b w:val="0"/>
                <w:sz w:val="24"/>
                <w:szCs w:val="24"/>
              </w:rPr>
              <w:t>IV</w:t>
            </w:r>
            <w:r w:rsidR="00E5152B" w:rsidRPr="006B0B9C">
              <w:rPr>
                <w:b w:val="0"/>
                <w:sz w:val="24"/>
                <w:szCs w:val="24"/>
              </w:rPr>
              <w:t xml:space="preserve">, semestr </w:t>
            </w:r>
            <w:r w:rsidR="006A40BB">
              <w:rPr>
                <w:b w:val="0"/>
                <w:sz w:val="24"/>
                <w:szCs w:val="24"/>
              </w:rPr>
              <w:t>7</w:t>
            </w:r>
          </w:p>
        </w:tc>
      </w:tr>
      <w:tr w:rsidR="0085747A" w:rsidRPr="006B0B9C" w14:paraId="6CB354D9" w14:textId="77777777" w:rsidTr="00915343">
        <w:tc>
          <w:tcPr>
            <w:tcW w:w="2694" w:type="dxa"/>
            <w:vAlign w:val="center"/>
          </w:tcPr>
          <w:p w14:paraId="34EF2805" w14:textId="77777777" w:rsidR="0085747A" w:rsidRPr="006B0B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B0B9C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23483B5F" w:rsidR="0085747A" w:rsidRPr="006B0B9C" w:rsidRDefault="004C091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B0B9C"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B0B9C" w14:paraId="2A5BB727" w14:textId="77777777" w:rsidTr="00915343">
        <w:tc>
          <w:tcPr>
            <w:tcW w:w="2694" w:type="dxa"/>
            <w:vAlign w:val="center"/>
          </w:tcPr>
          <w:p w14:paraId="36CAEDFC" w14:textId="77777777" w:rsidR="00923D7D" w:rsidRPr="006B0B9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B0B9C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6B0B9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6B0B9C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6B0B9C" w14:paraId="142143DA" w14:textId="77777777" w:rsidTr="00915343">
        <w:tc>
          <w:tcPr>
            <w:tcW w:w="2694" w:type="dxa"/>
            <w:vAlign w:val="center"/>
          </w:tcPr>
          <w:p w14:paraId="1B8E2B5C" w14:textId="77777777" w:rsidR="0085747A" w:rsidRPr="006B0B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B0B9C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33D5FDB0" w:rsidR="0085747A" w:rsidRPr="006B0B9C" w:rsidRDefault="00C048C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Aneta Lew-Koralewicz</w:t>
            </w:r>
          </w:p>
        </w:tc>
      </w:tr>
      <w:tr w:rsidR="00915343" w:rsidRPr="006B0B9C" w14:paraId="299B57EB" w14:textId="77777777" w:rsidTr="00915343">
        <w:tc>
          <w:tcPr>
            <w:tcW w:w="2694" w:type="dxa"/>
            <w:vAlign w:val="center"/>
          </w:tcPr>
          <w:p w14:paraId="5B34C82D" w14:textId="77777777" w:rsidR="00915343" w:rsidRPr="006B0B9C" w:rsidRDefault="00915343" w:rsidP="00915343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6B0B9C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3DD6FC19" w:rsidR="006A40BB" w:rsidRPr="006B0B9C" w:rsidRDefault="006A40BB" w:rsidP="006A40BB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Aneta Lew-Koralewicz</w:t>
            </w:r>
          </w:p>
        </w:tc>
      </w:tr>
    </w:tbl>
    <w:p w14:paraId="47888A0B" w14:textId="2EB78BBB" w:rsidR="0085747A" w:rsidRPr="006B0B9C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6B0B9C">
        <w:rPr>
          <w:sz w:val="24"/>
          <w:szCs w:val="24"/>
        </w:rPr>
        <w:t xml:space="preserve">* </w:t>
      </w:r>
      <w:r w:rsidRPr="006B0B9C">
        <w:rPr>
          <w:i/>
          <w:sz w:val="24"/>
          <w:szCs w:val="24"/>
        </w:rPr>
        <w:t>-</w:t>
      </w:r>
      <w:r w:rsidR="00B90885" w:rsidRPr="006B0B9C">
        <w:rPr>
          <w:b w:val="0"/>
          <w:i/>
          <w:sz w:val="24"/>
          <w:szCs w:val="24"/>
        </w:rPr>
        <w:t>opcjonalni</w:t>
      </w:r>
      <w:r w:rsidR="00B90885" w:rsidRPr="006B0B9C">
        <w:rPr>
          <w:b w:val="0"/>
          <w:sz w:val="24"/>
          <w:szCs w:val="24"/>
        </w:rPr>
        <w:t>e,</w:t>
      </w:r>
      <w:r w:rsidRPr="006B0B9C">
        <w:rPr>
          <w:i/>
          <w:sz w:val="24"/>
          <w:szCs w:val="24"/>
        </w:rPr>
        <w:t xml:space="preserve"> </w:t>
      </w:r>
      <w:r w:rsidRPr="006B0B9C">
        <w:rPr>
          <w:b w:val="0"/>
          <w:i/>
          <w:sz w:val="24"/>
          <w:szCs w:val="24"/>
        </w:rPr>
        <w:t xml:space="preserve">zgodnie z ustaleniami </w:t>
      </w:r>
      <w:r w:rsidR="00B90885" w:rsidRPr="006B0B9C">
        <w:rPr>
          <w:b w:val="0"/>
          <w:i/>
          <w:sz w:val="24"/>
          <w:szCs w:val="24"/>
        </w:rPr>
        <w:t>w Jednostce</w:t>
      </w:r>
    </w:p>
    <w:p w14:paraId="5C24A043" w14:textId="77777777" w:rsidR="00923D7D" w:rsidRPr="006B0B9C" w:rsidRDefault="00923D7D" w:rsidP="009C54AE">
      <w:pPr>
        <w:pStyle w:val="Podpunkty"/>
        <w:ind w:left="0"/>
        <w:rPr>
          <w:sz w:val="24"/>
          <w:szCs w:val="24"/>
        </w:rPr>
      </w:pPr>
    </w:p>
    <w:p w14:paraId="04250322" w14:textId="77777777" w:rsidR="0085747A" w:rsidRPr="006B0B9C" w:rsidRDefault="0085747A" w:rsidP="009C54AE">
      <w:pPr>
        <w:pStyle w:val="Podpunkty"/>
        <w:ind w:left="284"/>
        <w:rPr>
          <w:sz w:val="24"/>
          <w:szCs w:val="24"/>
        </w:rPr>
      </w:pPr>
      <w:r w:rsidRPr="006B0B9C">
        <w:rPr>
          <w:sz w:val="24"/>
          <w:szCs w:val="24"/>
        </w:rPr>
        <w:t>1.</w:t>
      </w:r>
      <w:r w:rsidR="00E22FBC" w:rsidRPr="006B0B9C">
        <w:rPr>
          <w:sz w:val="24"/>
          <w:szCs w:val="24"/>
        </w:rPr>
        <w:t>1</w:t>
      </w:r>
      <w:r w:rsidRPr="006B0B9C">
        <w:rPr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6B0B9C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015B8F" w:rsidRPr="006B0B9C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Pr="006B0B9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B0B9C">
              <w:rPr>
                <w:szCs w:val="24"/>
              </w:rPr>
              <w:t>Semestr</w:t>
            </w:r>
          </w:p>
          <w:p w14:paraId="41E7DDA9" w14:textId="77777777" w:rsidR="00015B8F" w:rsidRPr="006B0B9C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B0B9C">
              <w:rPr>
                <w:szCs w:val="24"/>
              </w:rPr>
              <w:t>(</w:t>
            </w:r>
            <w:r w:rsidR="00363F78" w:rsidRPr="006B0B9C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6B0B9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6B0B9C">
              <w:rPr>
                <w:szCs w:val="24"/>
              </w:rPr>
              <w:t>Wykł</w:t>
            </w:r>
            <w:proofErr w:type="spellEnd"/>
            <w:r w:rsidRPr="006B0B9C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6B0B9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B0B9C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6B0B9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6B0B9C">
              <w:rPr>
                <w:szCs w:val="24"/>
              </w:rPr>
              <w:t>Konw</w:t>
            </w:r>
            <w:proofErr w:type="spellEnd"/>
            <w:r w:rsidRPr="006B0B9C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6B0B9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B0B9C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6B0B9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6B0B9C">
              <w:rPr>
                <w:szCs w:val="24"/>
              </w:rPr>
              <w:t>Sem</w:t>
            </w:r>
            <w:proofErr w:type="spellEnd"/>
            <w:r w:rsidRPr="006B0B9C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6B0B9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B0B9C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6B0B9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6B0B9C">
              <w:rPr>
                <w:szCs w:val="24"/>
              </w:rPr>
              <w:t>Prakt</w:t>
            </w:r>
            <w:proofErr w:type="spellEnd"/>
            <w:r w:rsidRPr="006B0B9C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6B0B9C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B0B9C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6B0B9C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6B0B9C">
              <w:rPr>
                <w:b/>
                <w:szCs w:val="24"/>
              </w:rPr>
              <w:t>Liczba pkt</w:t>
            </w:r>
            <w:r w:rsidR="00B90885" w:rsidRPr="006B0B9C">
              <w:rPr>
                <w:b/>
                <w:szCs w:val="24"/>
              </w:rPr>
              <w:t>.</w:t>
            </w:r>
            <w:r w:rsidRPr="006B0B9C">
              <w:rPr>
                <w:b/>
                <w:szCs w:val="24"/>
              </w:rPr>
              <w:t xml:space="preserve"> ECTS</w:t>
            </w:r>
          </w:p>
        </w:tc>
      </w:tr>
      <w:tr w:rsidR="00015B8F" w:rsidRPr="006B0B9C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63B67CA6" w:rsidR="00015B8F" w:rsidRPr="006B0B9C" w:rsidRDefault="006A40BB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36A5A9D8" w:rsidR="00015B8F" w:rsidRPr="006B0B9C" w:rsidRDefault="0022093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B0B9C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33680638" w:rsidR="00015B8F" w:rsidRPr="006B0B9C" w:rsidRDefault="0022093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6B0B9C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047AA68" w:rsidR="00015B8F" w:rsidRPr="006B0B9C" w:rsidRDefault="006E762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08613F90" w:rsidR="00015B8F" w:rsidRPr="006B0B9C" w:rsidRDefault="006E762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15D01A75" w:rsidR="00015B8F" w:rsidRPr="006B0B9C" w:rsidRDefault="006E762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6B93B53F" w:rsidR="00015B8F" w:rsidRPr="006B0B9C" w:rsidRDefault="006E762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1C9D1B50" w:rsidR="00015B8F" w:rsidRPr="006B0B9C" w:rsidRDefault="006E762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522D956B" w:rsidR="00015B8F" w:rsidRPr="006B0B9C" w:rsidRDefault="006E762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1DB9D720" w:rsidR="00015B8F" w:rsidRPr="006B0B9C" w:rsidRDefault="006A40BB" w:rsidP="006A40B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3B970C33" w14:textId="77777777" w:rsidR="00923D7D" w:rsidRPr="006B0B9C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2CBBC264" w14:textId="77777777" w:rsidR="00923D7D" w:rsidRPr="006B0B9C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3A1D4335" w14:textId="77777777" w:rsidR="0085747A" w:rsidRPr="006B0B9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6B0B9C">
        <w:rPr>
          <w:smallCaps w:val="0"/>
          <w:szCs w:val="24"/>
        </w:rPr>
        <w:t>1.</w:t>
      </w:r>
      <w:r w:rsidR="00E22FBC" w:rsidRPr="006B0B9C">
        <w:rPr>
          <w:smallCaps w:val="0"/>
          <w:szCs w:val="24"/>
        </w:rPr>
        <w:t>2</w:t>
      </w:r>
      <w:r w:rsidR="00F83B28" w:rsidRPr="006B0B9C">
        <w:rPr>
          <w:smallCaps w:val="0"/>
          <w:szCs w:val="24"/>
        </w:rPr>
        <w:t>.</w:t>
      </w:r>
      <w:r w:rsidR="00F83B28" w:rsidRPr="006B0B9C">
        <w:rPr>
          <w:smallCaps w:val="0"/>
          <w:szCs w:val="24"/>
        </w:rPr>
        <w:tab/>
      </w:r>
      <w:r w:rsidRPr="006B0B9C">
        <w:rPr>
          <w:smallCaps w:val="0"/>
          <w:szCs w:val="24"/>
        </w:rPr>
        <w:t xml:space="preserve">Sposób realizacji zajęć  </w:t>
      </w:r>
    </w:p>
    <w:p w14:paraId="0FA809AB" w14:textId="082BE8AF" w:rsidR="0085747A" w:rsidRPr="006B0B9C" w:rsidRDefault="00FF33BD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6B0B9C">
        <w:rPr>
          <w:rFonts w:eastAsia="MS Gothic"/>
          <w:b w:val="0"/>
          <w:szCs w:val="24"/>
          <w:u w:val="single"/>
        </w:rPr>
        <w:t xml:space="preserve">X </w:t>
      </w:r>
      <w:r w:rsidR="0085747A" w:rsidRPr="006B0B9C">
        <w:rPr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6B0B9C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6B0B9C">
        <w:rPr>
          <w:rFonts w:ascii="Segoe UI Symbol" w:eastAsia="MS Gothic" w:hAnsi="Segoe UI Symbol" w:cs="Segoe UI Symbol"/>
          <w:b w:val="0"/>
          <w:szCs w:val="24"/>
        </w:rPr>
        <w:t>☐</w:t>
      </w:r>
      <w:r w:rsidRPr="006B0B9C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6B0B9C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2C7D8A00" w14:textId="3F9A7B66" w:rsidR="009C54AE" w:rsidRPr="006B0B9C" w:rsidRDefault="00E22FBC" w:rsidP="001D2AA0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  <w:r w:rsidRPr="006B0B9C">
        <w:rPr>
          <w:smallCaps w:val="0"/>
          <w:szCs w:val="24"/>
        </w:rPr>
        <w:t xml:space="preserve">1.3 </w:t>
      </w:r>
      <w:r w:rsidR="00F83B28" w:rsidRPr="006B0B9C">
        <w:rPr>
          <w:smallCaps w:val="0"/>
          <w:szCs w:val="24"/>
        </w:rPr>
        <w:tab/>
      </w:r>
      <w:r w:rsidRPr="006B0B9C">
        <w:rPr>
          <w:smallCaps w:val="0"/>
          <w:szCs w:val="24"/>
        </w:rPr>
        <w:t>For</w:t>
      </w:r>
      <w:r w:rsidR="00445970" w:rsidRPr="006B0B9C">
        <w:rPr>
          <w:smallCaps w:val="0"/>
          <w:szCs w:val="24"/>
        </w:rPr>
        <w:t xml:space="preserve">ma zaliczenia przedmiotu </w:t>
      </w:r>
      <w:r w:rsidRPr="006B0B9C">
        <w:rPr>
          <w:smallCaps w:val="0"/>
          <w:szCs w:val="24"/>
        </w:rPr>
        <w:t>(z toku)</w:t>
      </w:r>
      <w:r w:rsidR="001D2AA0" w:rsidRPr="006B0B9C">
        <w:rPr>
          <w:smallCaps w:val="0"/>
          <w:szCs w:val="24"/>
        </w:rPr>
        <w:t xml:space="preserve">: </w:t>
      </w:r>
      <w:r w:rsidR="00726DB0" w:rsidRPr="00D75706">
        <w:rPr>
          <w:b w:val="0"/>
          <w:smallCaps w:val="0"/>
          <w:szCs w:val="24"/>
        </w:rPr>
        <w:t>zaliczenie z oceną</w:t>
      </w:r>
    </w:p>
    <w:p w14:paraId="6723F1B9" w14:textId="77777777" w:rsidR="00E960BB" w:rsidRPr="006B0B9C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68FD2A3C" w14:textId="77777777" w:rsidR="00E960BB" w:rsidRPr="006B0B9C" w:rsidRDefault="0085747A" w:rsidP="009C54AE">
      <w:pPr>
        <w:pStyle w:val="Punktygwne"/>
        <w:spacing w:before="0" w:after="0"/>
        <w:rPr>
          <w:szCs w:val="24"/>
        </w:rPr>
      </w:pPr>
      <w:r w:rsidRPr="006B0B9C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B0B9C" w14:paraId="5E96D769" w14:textId="77777777" w:rsidTr="00745302">
        <w:tc>
          <w:tcPr>
            <w:tcW w:w="9670" w:type="dxa"/>
          </w:tcPr>
          <w:p w14:paraId="5F97D36D" w14:textId="7D7EB8F8" w:rsidR="0085747A" w:rsidRPr="006B0B9C" w:rsidRDefault="00EB18C9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CB386F" w:rsidRPr="006B0B9C">
              <w:rPr>
                <w:b w:val="0"/>
                <w:smallCaps w:val="0"/>
                <w:color w:val="000000"/>
                <w:szCs w:val="24"/>
              </w:rPr>
              <w:t>psychologii</w:t>
            </w:r>
            <w:r w:rsidR="006A40BB">
              <w:rPr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BD2B6AD" w14:textId="563B260F" w:rsidR="00087E43" w:rsidRPr="006B0B9C" w:rsidRDefault="00087E43" w:rsidP="009C54AE">
      <w:pPr>
        <w:pStyle w:val="Punktygwne"/>
        <w:spacing w:before="0" w:after="0"/>
        <w:rPr>
          <w:szCs w:val="24"/>
        </w:rPr>
      </w:pPr>
      <w:r w:rsidRPr="006B0B9C">
        <w:rPr>
          <w:szCs w:val="24"/>
        </w:rPr>
        <w:br w:type="page"/>
      </w:r>
    </w:p>
    <w:p w14:paraId="362FE2A5" w14:textId="77777777" w:rsidR="00153C41" w:rsidRPr="006B0B9C" w:rsidRDefault="00153C41" w:rsidP="009C54AE">
      <w:pPr>
        <w:pStyle w:val="Punktygwne"/>
        <w:spacing w:before="0" w:after="0"/>
        <w:rPr>
          <w:szCs w:val="24"/>
        </w:rPr>
      </w:pPr>
    </w:p>
    <w:p w14:paraId="3DB6FB64" w14:textId="0785AB40" w:rsidR="0085747A" w:rsidRPr="006B0B9C" w:rsidRDefault="0071620A" w:rsidP="009C54AE">
      <w:pPr>
        <w:pStyle w:val="Punktygwne"/>
        <w:spacing w:before="0" w:after="0"/>
        <w:rPr>
          <w:szCs w:val="24"/>
        </w:rPr>
      </w:pPr>
      <w:r w:rsidRPr="006B0B9C">
        <w:rPr>
          <w:szCs w:val="24"/>
        </w:rPr>
        <w:t>3.</w:t>
      </w:r>
      <w:r w:rsidR="0085747A" w:rsidRPr="006B0B9C">
        <w:rPr>
          <w:szCs w:val="24"/>
        </w:rPr>
        <w:t xml:space="preserve"> </w:t>
      </w:r>
      <w:r w:rsidR="00A84C85" w:rsidRPr="006B0B9C">
        <w:rPr>
          <w:szCs w:val="24"/>
        </w:rPr>
        <w:t>cele, efekty uczenia się</w:t>
      </w:r>
      <w:r w:rsidR="0085747A" w:rsidRPr="006B0B9C">
        <w:rPr>
          <w:szCs w:val="24"/>
        </w:rPr>
        <w:t>, treści Programowe i stosowane metody Dydaktyczne</w:t>
      </w:r>
    </w:p>
    <w:p w14:paraId="2FD6FE6D" w14:textId="77777777" w:rsidR="0085747A" w:rsidRPr="006B0B9C" w:rsidRDefault="0085747A" w:rsidP="009C54AE">
      <w:pPr>
        <w:pStyle w:val="Punktygwne"/>
        <w:spacing w:before="0" w:after="0"/>
        <w:rPr>
          <w:szCs w:val="24"/>
        </w:rPr>
      </w:pPr>
    </w:p>
    <w:p w14:paraId="65EB5FEE" w14:textId="77777777" w:rsidR="0085747A" w:rsidRPr="006B0B9C" w:rsidRDefault="0071620A" w:rsidP="009C54AE">
      <w:pPr>
        <w:pStyle w:val="Podpunkty"/>
        <w:rPr>
          <w:sz w:val="24"/>
          <w:szCs w:val="24"/>
        </w:rPr>
      </w:pPr>
      <w:r w:rsidRPr="006B0B9C">
        <w:rPr>
          <w:sz w:val="24"/>
          <w:szCs w:val="24"/>
        </w:rPr>
        <w:t xml:space="preserve">3.1 </w:t>
      </w:r>
      <w:r w:rsidR="00C05F44" w:rsidRPr="006B0B9C">
        <w:rPr>
          <w:sz w:val="24"/>
          <w:szCs w:val="24"/>
        </w:rPr>
        <w:t>Cele przedmiotu</w:t>
      </w:r>
    </w:p>
    <w:p w14:paraId="11CC207B" w14:textId="77777777" w:rsidR="00F83B28" w:rsidRPr="006B0B9C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6B0B9C" w14:paraId="097DCC3D" w14:textId="77777777" w:rsidTr="009A623D">
        <w:tc>
          <w:tcPr>
            <w:tcW w:w="845" w:type="dxa"/>
            <w:vAlign w:val="center"/>
          </w:tcPr>
          <w:p w14:paraId="5F06BB30" w14:textId="448398B2" w:rsidR="009A623D" w:rsidRPr="006B0B9C" w:rsidRDefault="009A623D" w:rsidP="006A40BB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6B0B9C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14:paraId="20481C99" w14:textId="1CA36C6F" w:rsidR="009A623D" w:rsidRPr="006B0B9C" w:rsidRDefault="00C11017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6B0B9C">
              <w:rPr>
                <w:b w:val="0"/>
                <w:bCs/>
                <w:sz w:val="24"/>
                <w:szCs w:val="24"/>
              </w:rPr>
              <w:t xml:space="preserve">Zaznajomienie </w:t>
            </w:r>
            <w:r w:rsidR="009A623D" w:rsidRPr="006B0B9C">
              <w:rPr>
                <w:b w:val="0"/>
                <w:bCs/>
                <w:sz w:val="24"/>
                <w:szCs w:val="24"/>
              </w:rPr>
              <w:t>student</w:t>
            </w:r>
            <w:r w:rsidRPr="006B0B9C">
              <w:rPr>
                <w:b w:val="0"/>
                <w:bCs/>
                <w:sz w:val="24"/>
                <w:szCs w:val="24"/>
              </w:rPr>
              <w:t xml:space="preserve">ów z </w:t>
            </w:r>
            <w:r w:rsidR="009A623D" w:rsidRPr="006B0B9C">
              <w:rPr>
                <w:b w:val="0"/>
                <w:bCs/>
                <w:sz w:val="24"/>
                <w:szCs w:val="24"/>
              </w:rPr>
              <w:t>problem</w:t>
            </w:r>
            <w:r w:rsidRPr="006B0B9C">
              <w:rPr>
                <w:b w:val="0"/>
                <w:bCs/>
                <w:sz w:val="24"/>
                <w:szCs w:val="24"/>
              </w:rPr>
              <w:t>ami dzieci o specjalnych potrzebach edukacyjnych</w:t>
            </w:r>
            <w:r w:rsidR="006A40BB">
              <w:rPr>
                <w:b w:val="0"/>
                <w:bCs/>
                <w:sz w:val="24"/>
                <w:szCs w:val="24"/>
              </w:rPr>
              <w:t>.</w:t>
            </w:r>
            <w:r w:rsidRPr="006B0B9C">
              <w:rPr>
                <w:b w:val="0"/>
                <w:bCs/>
                <w:sz w:val="24"/>
                <w:szCs w:val="24"/>
              </w:rPr>
              <w:t xml:space="preserve"> </w:t>
            </w:r>
            <w:r w:rsidR="009A623D" w:rsidRPr="006B0B9C">
              <w:rPr>
                <w:b w:val="0"/>
                <w:bCs/>
                <w:sz w:val="24"/>
                <w:szCs w:val="24"/>
              </w:rPr>
              <w:t xml:space="preserve">  </w:t>
            </w:r>
          </w:p>
        </w:tc>
      </w:tr>
      <w:tr w:rsidR="009A623D" w:rsidRPr="006B0B9C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6B0B9C" w:rsidRDefault="009A623D" w:rsidP="006A40BB">
            <w:pPr>
              <w:pStyle w:val="Cele"/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 w:rsidRPr="006B0B9C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2E076DC6" w:rsidR="009A623D" w:rsidRPr="006B0B9C" w:rsidRDefault="00C11017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6B0B9C">
              <w:rPr>
                <w:b w:val="0"/>
                <w:bCs/>
                <w:sz w:val="24"/>
                <w:szCs w:val="24"/>
              </w:rPr>
              <w:t>Z</w:t>
            </w:r>
            <w:r w:rsidR="009A623D" w:rsidRPr="006B0B9C">
              <w:rPr>
                <w:b w:val="0"/>
                <w:bCs/>
                <w:sz w:val="24"/>
                <w:szCs w:val="24"/>
              </w:rPr>
              <w:t xml:space="preserve">wrócenie uwagi na </w:t>
            </w:r>
            <w:r w:rsidRPr="006B0B9C">
              <w:rPr>
                <w:b w:val="0"/>
                <w:bCs/>
                <w:sz w:val="24"/>
                <w:szCs w:val="24"/>
              </w:rPr>
              <w:t>konieczność zindywidualizowanego podejścia do uczniów</w:t>
            </w:r>
            <w:r w:rsidR="006A40BB">
              <w:rPr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6B0B9C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6B0B9C" w:rsidRDefault="009A623D" w:rsidP="006A40BB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6B0B9C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36EFEC" w14:textId="39553802" w:rsidR="009A623D" w:rsidRPr="006B0B9C" w:rsidRDefault="00C11017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6B0B9C">
              <w:rPr>
                <w:b w:val="0"/>
                <w:bCs/>
                <w:sz w:val="24"/>
                <w:szCs w:val="24"/>
              </w:rPr>
              <w:t>O</w:t>
            </w:r>
            <w:r w:rsidR="009A623D" w:rsidRPr="006B0B9C">
              <w:rPr>
                <w:b w:val="0"/>
                <w:bCs/>
                <w:sz w:val="24"/>
                <w:szCs w:val="24"/>
              </w:rPr>
              <w:t xml:space="preserve">mówienie </w:t>
            </w:r>
            <w:r w:rsidRPr="006B0B9C">
              <w:rPr>
                <w:b w:val="0"/>
                <w:bCs/>
                <w:sz w:val="24"/>
                <w:szCs w:val="24"/>
              </w:rPr>
              <w:t>uwarunkowań spec</w:t>
            </w:r>
            <w:r w:rsidR="006A40BB">
              <w:rPr>
                <w:b w:val="0"/>
                <w:bCs/>
                <w:sz w:val="24"/>
                <w:szCs w:val="24"/>
              </w:rPr>
              <w:t>yficznego funkcjonowania dzieci.</w:t>
            </w:r>
          </w:p>
        </w:tc>
      </w:tr>
      <w:tr w:rsidR="009A623D" w:rsidRPr="006B0B9C" w14:paraId="49BF4669" w14:textId="77777777" w:rsidTr="009A623D">
        <w:tc>
          <w:tcPr>
            <w:tcW w:w="845" w:type="dxa"/>
            <w:vAlign w:val="center"/>
          </w:tcPr>
          <w:p w14:paraId="2B0FAFC8" w14:textId="183B204D" w:rsidR="009A623D" w:rsidRPr="006B0B9C" w:rsidRDefault="009A623D" w:rsidP="006A40BB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6B0B9C">
              <w:rPr>
                <w:b w:val="0"/>
                <w:sz w:val="24"/>
                <w:szCs w:val="24"/>
              </w:rPr>
              <w:t>C</w:t>
            </w:r>
            <w:r w:rsidR="00B174C0" w:rsidRPr="006B0B9C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</w:tcPr>
          <w:p w14:paraId="13D7680C" w14:textId="4FC253F4" w:rsidR="009A623D" w:rsidRPr="006B0B9C" w:rsidRDefault="00C11017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6B0B9C">
              <w:rPr>
                <w:b w:val="0"/>
                <w:bCs/>
                <w:sz w:val="24"/>
                <w:szCs w:val="24"/>
              </w:rPr>
              <w:t>P</w:t>
            </w:r>
            <w:r w:rsidR="009A623D" w:rsidRPr="006B0B9C">
              <w:rPr>
                <w:b w:val="0"/>
                <w:bCs/>
                <w:sz w:val="24"/>
                <w:szCs w:val="24"/>
              </w:rPr>
              <w:t>rzygotowanie do kontaktu</w:t>
            </w:r>
            <w:r w:rsidR="006A40BB">
              <w:rPr>
                <w:b w:val="0"/>
                <w:bCs/>
                <w:sz w:val="24"/>
                <w:szCs w:val="24"/>
              </w:rPr>
              <w:t xml:space="preserve"> i pracy </w:t>
            </w:r>
            <w:r w:rsidR="009A623D" w:rsidRPr="006B0B9C">
              <w:rPr>
                <w:b w:val="0"/>
                <w:bCs/>
                <w:sz w:val="24"/>
                <w:szCs w:val="24"/>
              </w:rPr>
              <w:t>z dziećmi, młodzież</w:t>
            </w:r>
            <w:r w:rsidR="00A7523D" w:rsidRPr="006B0B9C">
              <w:rPr>
                <w:b w:val="0"/>
                <w:bCs/>
                <w:sz w:val="24"/>
                <w:szCs w:val="24"/>
              </w:rPr>
              <w:t>ą</w:t>
            </w:r>
            <w:r w:rsidRPr="006B0B9C">
              <w:rPr>
                <w:b w:val="0"/>
                <w:bCs/>
                <w:sz w:val="24"/>
                <w:szCs w:val="24"/>
              </w:rPr>
              <w:t xml:space="preserve"> o specjalnych potrzebach edukacyjnych</w:t>
            </w:r>
            <w:r w:rsidR="006A40BB">
              <w:rPr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85D327C" w14:textId="77777777" w:rsidR="0085747A" w:rsidRPr="006B0B9C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1A668316" w14:textId="7C18E115" w:rsidR="001D7B54" w:rsidRPr="006B0B9C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6B0B9C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6B0B9C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6B0B9C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6B0B9C">
        <w:rPr>
          <w:rFonts w:ascii="Times New Roman" w:hAnsi="Times New Roman"/>
          <w:b/>
          <w:sz w:val="24"/>
          <w:szCs w:val="24"/>
        </w:rPr>
        <w:t>dla przedmiotu</w:t>
      </w:r>
      <w:r w:rsidR="00445970" w:rsidRPr="006B0B9C">
        <w:rPr>
          <w:rFonts w:ascii="Times New Roman" w:hAnsi="Times New Roman"/>
          <w:sz w:val="24"/>
          <w:szCs w:val="24"/>
        </w:rPr>
        <w:t xml:space="preserve"> </w:t>
      </w:r>
    </w:p>
    <w:p w14:paraId="79074837" w14:textId="77777777" w:rsidR="001D7B54" w:rsidRPr="006B0B9C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6B0B9C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6B0B9C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D77C6">
              <w:rPr>
                <w:b w:val="0"/>
                <w:bCs/>
                <w:smallCaps w:val="0"/>
                <w:szCs w:val="24"/>
              </w:rPr>
              <w:t>EK</w:t>
            </w:r>
            <w:r w:rsidR="00A84C85" w:rsidRPr="006B0B9C">
              <w:rPr>
                <w:b w:val="0"/>
                <w:smallCaps w:val="0"/>
                <w:szCs w:val="24"/>
              </w:rPr>
              <w:t xml:space="preserve"> (</w:t>
            </w:r>
            <w:r w:rsidR="00C05F44" w:rsidRPr="006B0B9C">
              <w:rPr>
                <w:b w:val="0"/>
                <w:smallCaps w:val="0"/>
                <w:szCs w:val="24"/>
              </w:rPr>
              <w:t>efekt uczenia się</w:t>
            </w:r>
            <w:r w:rsidR="00B82308" w:rsidRPr="006B0B9C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Pr="006B0B9C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6B0B9C">
              <w:rPr>
                <w:b w:val="0"/>
                <w:smallCaps w:val="0"/>
                <w:szCs w:val="24"/>
              </w:rPr>
              <w:t xml:space="preserve">uczenia się </w:t>
            </w:r>
            <w:r w:rsidRPr="006B0B9C">
              <w:rPr>
                <w:b w:val="0"/>
                <w:smallCaps w:val="0"/>
                <w:szCs w:val="24"/>
              </w:rPr>
              <w:t>zdefiniowanego dla przedmiotu</w:t>
            </w:r>
          </w:p>
          <w:p w14:paraId="3729D2E5" w14:textId="1BD6ACAC" w:rsidR="0085747A" w:rsidRPr="006B0B9C" w:rsidRDefault="002464DD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>Student:</w:t>
            </w:r>
            <w:r w:rsidR="0085747A" w:rsidRPr="006B0B9C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6B0B9C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B0B9C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B0B9C" w14:paraId="5D356227" w14:textId="77777777" w:rsidTr="002D4111">
        <w:tc>
          <w:tcPr>
            <w:tcW w:w="1680" w:type="dxa"/>
          </w:tcPr>
          <w:p w14:paraId="36A722B8" w14:textId="6AC38057" w:rsidR="0085747A" w:rsidRPr="006B0B9C" w:rsidRDefault="0085747A" w:rsidP="00ED77C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>EK_0</w:t>
            </w:r>
            <w:r w:rsidR="002D4111" w:rsidRPr="006B0B9C">
              <w:rPr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329293E5" w:rsidR="0085747A" w:rsidRPr="00EB18C9" w:rsidRDefault="00C1101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B18C9">
              <w:rPr>
                <w:b w:val="0"/>
                <w:smallCaps w:val="0"/>
                <w:szCs w:val="24"/>
              </w:rPr>
              <w:t xml:space="preserve">Posiada szczegółową wiedzę odnośnie funkcjonowania uczniów </w:t>
            </w:r>
            <w:r w:rsidR="00E86D57" w:rsidRPr="00EB18C9">
              <w:rPr>
                <w:b w:val="0"/>
                <w:smallCaps w:val="0"/>
                <w:szCs w:val="24"/>
              </w:rPr>
              <w:t xml:space="preserve">o różnym typie </w:t>
            </w:r>
            <w:r w:rsidR="001E1FAC" w:rsidRPr="00EB18C9">
              <w:rPr>
                <w:b w:val="0"/>
                <w:smallCaps w:val="0"/>
                <w:szCs w:val="24"/>
              </w:rPr>
              <w:t>układu nerwowego</w:t>
            </w:r>
            <w:r w:rsidR="00E86D57" w:rsidRPr="00EB18C9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258AE9BB" w14:textId="00F45817" w:rsidR="002D4111" w:rsidRPr="006B0B9C" w:rsidRDefault="001E1FAC" w:rsidP="006A40B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>K_W05</w:t>
            </w:r>
          </w:p>
        </w:tc>
      </w:tr>
      <w:tr w:rsidR="00231136" w:rsidRPr="006B0B9C" w14:paraId="368B62E4" w14:textId="77777777" w:rsidTr="002D4111">
        <w:tc>
          <w:tcPr>
            <w:tcW w:w="1680" w:type="dxa"/>
          </w:tcPr>
          <w:p w14:paraId="3D7BA37E" w14:textId="62C5542F" w:rsidR="00231136" w:rsidRPr="006B0B9C" w:rsidRDefault="002D4111" w:rsidP="00ED77C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7766D5A7" w:rsidR="00231136" w:rsidRPr="00EB18C9" w:rsidRDefault="0072261B" w:rsidP="009C54AE">
            <w:pPr>
              <w:pStyle w:val="Punktygwne"/>
              <w:spacing w:before="0" w:after="0"/>
              <w:rPr>
                <w:b w:val="0"/>
                <w:smallCaps w:val="0"/>
                <w:color w:val="FF0000"/>
                <w:szCs w:val="24"/>
              </w:rPr>
            </w:pPr>
            <w:r>
              <w:rPr>
                <w:b w:val="0"/>
                <w:smallCaps w:val="0"/>
                <w:szCs w:val="24"/>
              </w:rPr>
              <w:t>Ma pogłębioną wiedzę na temat</w:t>
            </w:r>
            <w:r w:rsidR="00E86D57" w:rsidRPr="00EB18C9">
              <w:rPr>
                <w:b w:val="0"/>
                <w:smallCaps w:val="0"/>
                <w:szCs w:val="24"/>
              </w:rPr>
              <w:t xml:space="preserve"> </w:t>
            </w:r>
            <w:r w:rsidR="001E1FAC" w:rsidRPr="00EB18C9">
              <w:rPr>
                <w:b w:val="0"/>
                <w:smallCaps w:val="0"/>
                <w:szCs w:val="24"/>
              </w:rPr>
              <w:t>uwa</w:t>
            </w:r>
            <w:r w:rsidR="00EB18C9">
              <w:rPr>
                <w:b w:val="0"/>
                <w:smallCaps w:val="0"/>
                <w:szCs w:val="24"/>
              </w:rPr>
              <w:t>runkowa</w:t>
            </w:r>
            <w:r>
              <w:rPr>
                <w:b w:val="0"/>
                <w:smallCaps w:val="0"/>
                <w:szCs w:val="24"/>
              </w:rPr>
              <w:t>ń</w:t>
            </w:r>
            <w:r w:rsidR="00EB18C9">
              <w:rPr>
                <w:b w:val="0"/>
                <w:smallCaps w:val="0"/>
                <w:szCs w:val="24"/>
              </w:rPr>
              <w:t xml:space="preserve"> rozwoju psychicznego</w:t>
            </w:r>
            <w:r w:rsidR="001E1FAC" w:rsidRPr="00EB18C9">
              <w:rPr>
                <w:b w:val="0"/>
                <w:smallCaps w:val="0"/>
                <w:szCs w:val="24"/>
              </w:rPr>
              <w:t xml:space="preserve"> osób </w:t>
            </w:r>
            <w:r w:rsidR="00E86D57" w:rsidRPr="00EB18C9">
              <w:rPr>
                <w:b w:val="0"/>
                <w:smallCaps w:val="0"/>
                <w:szCs w:val="24"/>
              </w:rPr>
              <w:t xml:space="preserve">z deficytami poznawczymi i uzdolnionych </w:t>
            </w:r>
          </w:p>
        </w:tc>
        <w:tc>
          <w:tcPr>
            <w:tcW w:w="1865" w:type="dxa"/>
          </w:tcPr>
          <w:p w14:paraId="54395554" w14:textId="31030DF1" w:rsidR="00231136" w:rsidRPr="006B0B9C" w:rsidRDefault="001E1FAC" w:rsidP="006A40B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>K_W12</w:t>
            </w:r>
          </w:p>
        </w:tc>
      </w:tr>
      <w:tr w:rsidR="00231136" w:rsidRPr="006B0B9C" w14:paraId="25B23356" w14:textId="77777777" w:rsidTr="002D4111">
        <w:tc>
          <w:tcPr>
            <w:tcW w:w="1680" w:type="dxa"/>
          </w:tcPr>
          <w:p w14:paraId="1C5D8378" w14:textId="21AC92A1" w:rsidR="00231136" w:rsidRPr="006B0B9C" w:rsidRDefault="002D4111" w:rsidP="00ED77C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3912423B" w:rsidR="00231136" w:rsidRPr="00EB18C9" w:rsidRDefault="00E86D57" w:rsidP="00087E43">
            <w:pPr>
              <w:pStyle w:val="Punktygwne"/>
              <w:spacing w:before="0" w:after="0"/>
              <w:rPr>
                <w:b w:val="0"/>
                <w:smallCaps w:val="0"/>
                <w:color w:val="FF0000"/>
                <w:szCs w:val="24"/>
              </w:rPr>
            </w:pPr>
            <w:r w:rsidRPr="00EB18C9">
              <w:rPr>
                <w:b w:val="0"/>
                <w:smallCaps w:val="0"/>
                <w:szCs w:val="24"/>
              </w:rPr>
              <w:t xml:space="preserve">Potrafi </w:t>
            </w:r>
            <w:r w:rsidR="0072261B">
              <w:rPr>
                <w:b w:val="0"/>
                <w:smallCaps w:val="0"/>
                <w:szCs w:val="24"/>
              </w:rPr>
              <w:t xml:space="preserve">wnikliwie </w:t>
            </w:r>
            <w:r w:rsidRPr="00EB18C9">
              <w:rPr>
                <w:b w:val="0"/>
                <w:smallCaps w:val="0"/>
                <w:szCs w:val="24"/>
              </w:rPr>
              <w:t xml:space="preserve">diagnozować </w:t>
            </w:r>
            <w:r w:rsidR="00EF5BF6" w:rsidRPr="00EB18C9">
              <w:rPr>
                <w:b w:val="0"/>
                <w:smallCaps w:val="0"/>
                <w:szCs w:val="24"/>
              </w:rPr>
              <w:t xml:space="preserve">możliwości poznawcze </w:t>
            </w:r>
            <w:r w:rsidRPr="00EB18C9">
              <w:rPr>
                <w:b w:val="0"/>
                <w:smallCaps w:val="0"/>
                <w:szCs w:val="24"/>
              </w:rPr>
              <w:t xml:space="preserve">i </w:t>
            </w:r>
            <w:r w:rsidR="001E1FAC" w:rsidRPr="00EB18C9">
              <w:rPr>
                <w:b w:val="0"/>
                <w:smallCaps w:val="0"/>
                <w:szCs w:val="24"/>
              </w:rPr>
              <w:t xml:space="preserve">interpretować </w:t>
            </w:r>
            <w:r w:rsidR="00EF5BF6" w:rsidRPr="00EB18C9">
              <w:rPr>
                <w:b w:val="0"/>
                <w:smallCaps w:val="0"/>
                <w:szCs w:val="24"/>
              </w:rPr>
              <w:t>uwarunkowani</w:t>
            </w:r>
            <w:r w:rsidR="00B174C0" w:rsidRPr="00EB18C9">
              <w:rPr>
                <w:b w:val="0"/>
                <w:smallCaps w:val="0"/>
                <w:szCs w:val="24"/>
              </w:rPr>
              <w:t>a</w:t>
            </w:r>
            <w:r w:rsidR="00EF5BF6" w:rsidRPr="00EB18C9">
              <w:rPr>
                <w:b w:val="0"/>
                <w:smallCaps w:val="0"/>
                <w:szCs w:val="24"/>
              </w:rPr>
              <w:t xml:space="preserve"> </w:t>
            </w:r>
            <w:r w:rsidR="001E1FAC" w:rsidRPr="00EB18C9">
              <w:rPr>
                <w:b w:val="0"/>
                <w:smallCaps w:val="0"/>
                <w:szCs w:val="24"/>
              </w:rPr>
              <w:t xml:space="preserve">trudności w </w:t>
            </w:r>
            <w:r w:rsidRPr="00EB18C9">
              <w:rPr>
                <w:b w:val="0"/>
                <w:smallCaps w:val="0"/>
                <w:szCs w:val="24"/>
              </w:rPr>
              <w:t xml:space="preserve">nauce </w:t>
            </w:r>
            <w:r w:rsidR="00B174C0" w:rsidRPr="00EB18C9">
              <w:rPr>
                <w:b w:val="0"/>
                <w:smallCaps w:val="0"/>
                <w:szCs w:val="24"/>
              </w:rPr>
              <w:t>uczniów ze specjalnymi potrzebami edukacyjnymi</w:t>
            </w:r>
          </w:p>
        </w:tc>
        <w:tc>
          <w:tcPr>
            <w:tcW w:w="1865" w:type="dxa"/>
          </w:tcPr>
          <w:p w14:paraId="143739D4" w14:textId="016767B3" w:rsidR="002D4111" w:rsidRPr="006B0B9C" w:rsidRDefault="001E1FAC" w:rsidP="006A40B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>K_U04</w:t>
            </w:r>
          </w:p>
        </w:tc>
      </w:tr>
      <w:tr w:rsidR="001E1FAC" w:rsidRPr="006B0B9C" w14:paraId="07A9A3B9" w14:textId="77777777" w:rsidTr="002D4111">
        <w:tc>
          <w:tcPr>
            <w:tcW w:w="1680" w:type="dxa"/>
          </w:tcPr>
          <w:p w14:paraId="784612FB" w14:textId="41A678AA" w:rsidR="001E1FAC" w:rsidRPr="006B0B9C" w:rsidRDefault="001E1FAC" w:rsidP="00ED77C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3531A33" w14:textId="446B19DA" w:rsidR="001E1FAC" w:rsidRPr="00EB18C9" w:rsidRDefault="0072261B" w:rsidP="00087E43">
            <w:pPr>
              <w:pStyle w:val="Punktygwne"/>
              <w:spacing w:before="0" w:after="0"/>
              <w:rPr>
                <w:b w:val="0"/>
                <w:smallCaps w:val="0"/>
                <w:color w:val="FF000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Samodzielnie </w:t>
            </w:r>
            <w:r w:rsidR="00D71F63">
              <w:rPr>
                <w:b w:val="0"/>
                <w:smallCaps w:val="0"/>
                <w:szCs w:val="24"/>
              </w:rPr>
              <w:t>a</w:t>
            </w:r>
            <w:r w:rsidR="00EF5BF6" w:rsidRPr="00EB18C9">
              <w:rPr>
                <w:b w:val="0"/>
                <w:smallCaps w:val="0"/>
                <w:szCs w:val="24"/>
              </w:rPr>
              <w:t>naliz</w:t>
            </w:r>
            <w:r>
              <w:rPr>
                <w:b w:val="0"/>
                <w:smallCaps w:val="0"/>
                <w:szCs w:val="24"/>
              </w:rPr>
              <w:t>uje</w:t>
            </w:r>
            <w:r w:rsidR="00EF5BF6" w:rsidRPr="00EB18C9">
              <w:rPr>
                <w:b w:val="0"/>
                <w:smallCaps w:val="0"/>
                <w:szCs w:val="24"/>
              </w:rPr>
              <w:t xml:space="preserve"> oraz</w:t>
            </w:r>
            <w:r w:rsidR="001E1FAC" w:rsidRPr="00EB18C9">
              <w:rPr>
                <w:b w:val="0"/>
                <w:smallCaps w:val="0"/>
                <w:szCs w:val="24"/>
              </w:rPr>
              <w:t xml:space="preserve"> racjonalnie ocenia </w:t>
            </w:r>
            <w:r w:rsidR="00EF5BF6" w:rsidRPr="00EB18C9">
              <w:rPr>
                <w:b w:val="0"/>
                <w:smallCaps w:val="0"/>
                <w:szCs w:val="24"/>
              </w:rPr>
              <w:t xml:space="preserve">zachowania uczniów ze specjalnymi potrzebami edukacyjnymi </w:t>
            </w:r>
            <w:r w:rsidR="003E4F44" w:rsidRPr="00EB18C9">
              <w:rPr>
                <w:b w:val="0"/>
                <w:smallCaps w:val="0"/>
                <w:szCs w:val="24"/>
              </w:rPr>
              <w:t xml:space="preserve">uwzględniając złożoność różnych czynników wpływających na interakcje społeczne i motywację do nauki, w celu podejmowania określonych działań pomocowych </w:t>
            </w:r>
          </w:p>
        </w:tc>
        <w:tc>
          <w:tcPr>
            <w:tcW w:w="1865" w:type="dxa"/>
          </w:tcPr>
          <w:p w14:paraId="1620E97A" w14:textId="182EC232" w:rsidR="001E1FAC" w:rsidRPr="006B0B9C" w:rsidRDefault="001E1FAC" w:rsidP="006A40B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>K_U05</w:t>
            </w:r>
          </w:p>
        </w:tc>
      </w:tr>
      <w:tr w:rsidR="001E1FAC" w:rsidRPr="006B0B9C" w14:paraId="225DAC70" w14:textId="77777777" w:rsidTr="002D4111">
        <w:tc>
          <w:tcPr>
            <w:tcW w:w="1680" w:type="dxa"/>
          </w:tcPr>
          <w:p w14:paraId="4EC176E8" w14:textId="2F767C97" w:rsidR="001E1FAC" w:rsidRPr="006B0B9C" w:rsidRDefault="001E1FAC" w:rsidP="00ED77C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6EFB91FF" w14:textId="27B55A6E" w:rsidR="001E1FAC" w:rsidRPr="00EB18C9" w:rsidRDefault="003E4F44" w:rsidP="00087E43">
            <w:pPr>
              <w:pStyle w:val="Punktygwne"/>
              <w:spacing w:before="0" w:after="0"/>
              <w:rPr>
                <w:b w:val="0"/>
                <w:smallCaps w:val="0"/>
                <w:color w:val="FF0000"/>
                <w:szCs w:val="24"/>
              </w:rPr>
            </w:pPr>
            <w:r w:rsidRPr="00EB18C9">
              <w:rPr>
                <w:b w:val="0"/>
                <w:smallCaps w:val="0"/>
                <w:szCs w:val="24"/>
              </w:rPr>
              <w:t>Umie</w:t>
            </w:r>
            <w:r w:rsidR="001E1FAC" w:rsidRPr="00EB18C9">
              <w:rPr>
                <w:b w:val="0"/>
                <w:smallCaps w:val="0"/>
                <w:szCs w:val="24"/>
              </w:rPr>
              <w:t xml:space="preserve"> </w:t>
            </w:r>
            <w:r w:rsidR="00D71F63">
              <w:rPr>
                <w:b w:val="0"/>
                <w:smallCaps w:val="0"/>
                <w:szCs w:val="24"/>
              </w:rPr>
              <w:t xml:space="preserve">samodzielnie </w:t>
            </w:r>
            <w:r w:rsidRPr="00EB18C9">
              <w:rPr>
                <w:b w:val="0"/>
                <w:smallCaps w:val="0"/>
                <w:szCs w:val="24"/>
              </w:rPr>
              <w:t xml:space="preserve">zaplanować określone działania w celu poprawy funkcjonowania uczniów ze specjalnymi potrzebami edukacyjnymi </w:t>
            </w:r>
            <w:r w:rsidR="00AD2A99" w:rsidRPr="00EB18C9">
              <w:rPr>
                <w:b w:val="0"/>
                <w:smallCaps w:val="0"/>
                <w:szCs w:val="24"/>
              </w:rPr>
              <w:t xml:space="preserve">oraz prognozuje konsekwencje określonych oddziaływań  </w:t>
            </w:r>
          </w:p>
        </w:tc>
        <w:tc>
          <w:tcPr>
            <w:tcW w:w="1865" w:type="dxa"/>
          </w:tcPr>
          <w:p w14:paraId="441CDD2C" w14:textId="4ACA71BF" w:rsidR="001E1FAC" w:rsidRPr="006B0B9C" w:rsidRDefault="001E1FAC" w:rsidP="006A40B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>K_U10</w:t>
            </w:r>
          </w:p>
        </w:tc>
      </w:tr>
      <w:tr w:rsidR="00231136" w:rsidRPr="006B0B9C" w14:paraId="5ADAC37F" w14:textId="77777777" w:rsidTr="002D4111">
        <w:tc>
          <w:tcPr>
            <w:tcW w:w="1680" w:type="dxa"/>
          </w:tcPr>
          <w:p w14:paraId="4068425C" w14:textId="7C331269" w:rsidR="00231136" w:rsidRPr="006B0B9C" w:rsidRDefault="001E1FAC" w:rsidP="00ED77C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7AC68E46" w14:textId="443754AC" w:rsidR="00231136" w:rsidRPr="00EB18C9" w:rsidRDefault="00EB18C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Posiada kompetencje</w:t>
            </w:r>
            <w:r w:rsidR="001E1FAC" w:rsidRPr="00EB18C9">
              <w:rPr>
                <w:b w:val="0"/>
                <w:smallCaps w:val="0"/>
                <w:szCs w:val="24"/>
              </w:rPr>
              <w:t xml:space="preserve"> do pod</w:t>
            </w:r>
            <w:r>
              <w:rPr>
                <w:b w:val="0"/>
                <w:smallCaps w:val="0"/>
                <w:szCs w:val="24"/>
              </w:rPr>
              <w:t>jęcia</w:t>
            </w:r>
            <w:r w:rsidR="001E1FAC" w:rsidRPr="00EB18C9">
              <w:rPr>
                <w:b w:val="0"/>
                <w:smallCaps w:val="0"/>
                <w:szCs w:val="24"/>
              </w:rPr>
              <w:t xml:space="preserve"> </w:t>
            </w:r>
            <w:r w:rsidR="00AD2A99" w:rsidRPr="00EB18C9">
              <w:rPr>
                <w:b w:val="0"/>
                <w:smallCaps w:val="0"/>
                <w:szCs w:val="24"/>
              </w:rPr>
              <w:t>różnorodnych oddziaływań terapeutycznych wobec uczniów oraz współpracy z różnymi instytucjami udzielającymi wsparcia dzieciom ze specjalnymi potrzebami edukacyjnymi</w:t>
            </w:r>
            <w:r w:rsidR="003D42F6" w:rsidRPr="00EB18C9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2E4CFEE1" w14:textId="212E11B5" w:rsidR="00231136" w:rsidRPr="006B0B9C" w:rsidRDefault="00262B90" w:rsidP="006A40B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>K_K</w:t>
            </w:r>
            <w:r w:rsidR="001E1FAC" w:rsidRPr="006B0B9C">
              <w:rPr>
                <w:b w:val="0"/>
                <w:smallCaps w:val="0"/>
                <w:szCs w:val="24"/>
              </w:rPr>
              <w:t>10</w:t>
            </w:r>
          </w:p>
        </w:tc>
      </w:tr>
    </w:tbl>
    <w:p w14:paraId="51764946" w14:textId="77777777" w:rsidR="0085747A" w:rsidRPr="006B0B9C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123A7F6D" w14:textId="77777777" w:rsidR="00E4690E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B0B9C">
        <w:rPr>
          <w:rFonts w:ascii="Times New Roman" w:hAnsi="Times New Roman"/>
          <w:b/>
          <w:sz w:val="24"/>
          <w:szCs w:val="24"/>
        </w:rPr>
        <w:t>3.3</w:t>
      </w:r>
      <w:r w:rsidR="001D7B54" w:rsidRPr="006B0B9C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6B0B9C">
        <w:rPr>
          <w:rFonts w:ascii="Times New Roman" w:hAnsi="Times New Roman"/>
          <w:b/>
          <w:sz w:val="24"/>
          <w:szCs w:val="24"/>
        </w:rPr>
        <w:t>T</w:t>
      </w:r>
      <w:r w:rsidR="001D7B54" w:rsidRPr="006B0B9C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41E5EC01" w14:textId="69372434" w:rsidR="0085747A" w:rsidRPr="006B0B9C" w:rsidRDefault="007327BD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B0B9C">
        <w:rPr>
          <w:rFonts w:ascii="Times New Roman" w:hAnsi="Times New Roman"/>
          <w:sz w:val="24"/>
          <w:szCs w:val="24"/>
        </w:rPr>
        <w:t xml:space="preserve">  </w:t>
      </w:r>
    </w:p>
    <w:p w14:paraId="6D2B4D16" w14:textId="2EF1EDBF" w:rsidR="00675843" w:rsidRPr="00E4690E" w:rsidRDefault="0085747A" w:rsidP="003671E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B0B9C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B0B9C" w14:paraId="7BAD91AA" w14:textId="77777777" w:rsidTr="00C3359A">
        <w:tc>
          <w:tcPr>
            <w:tcW w:w="9520" w:type="dxa"/>
          </w:tcPr>
          <w:p w14:paraId="31393B88" w14:textId="77777777" w:rsidR="0085747A" w:rsidRPr="006B0B9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C3359A" w:rsidRPr="006B0B9C" w14:paraId="1DA90F5A" w14:textId="77777777" w:rsidTr="00C3359A">
        <w:tc>
          <w:tcPr>
            <w:tcW w:w="9520" w:type="dxa"/>
          </w:tcPr>
          <w:p w14:paraId="4CBA2EFA" w14:textId="7EB88107" w:rsidR="00C3359A" w:rsidRPr="006B0B9C" w:rsidRDefault="000854BA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Specjalne potrzeby edukacyjne</w:t>
            </w:r>
            <w:r w:rsidR="006A40BB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 xml:space="preserve"> wyjaśnienie podstawowych pojęć</w:t>
            </w:r>
            <w:r w:rsidR="006A40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6ADC" w:rsidRPr="006B0B9C" w14:paraId="537E496D" w14:textId="77777777" w:rsidTr="00C3359A">
        <w:tc>
          <w:tcPr>
            <w:tcW w:w="9520" w:type="dxa"/>
          </w:tcPr>
          <w:p w14:paraId="4E0C935E" w14:textId="073ADAC3" w:rsidR="005F6ADC" w:rsidRPr="006B0B9C" w:rsidRDefault="005F6ADC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Uwarunkowania niepowodzeń szkolnych</w:t>
            </w:r>
            <w:r w:rsidR="00B174C0" w:rsidRPr="006B0B9C">
              <w:rPr>
                <w:rFonts w:ascii="Times New Roman" w:hAnsi="Times New Roman"/>
                <w:sz w:val="24"/>
                <w:szCs w:val="24"/>
              </w:rPr>
              <w:t xml:space="preserve"> uczniów z deficytami oraz uzdolnionych</w:t>
            </w:r>
            <w:r w:rsidR="006A40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6B0B9C" w14:paraId="267487E2" w14:textId="77777777" w:rsidTr="00C3359A">
        <w:tc>
          <w:tcPr>
            <w:tcW w:w="9520" w:type="dxa"/>
          </w:tcPr>
          <w:p w14:paraId="79BEC410" w14:textId="77E72FFF" w:rsidR="000854BA" w:rsidRPr="006B0B9C" w:rsidRDefault="000854BA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Dzieci ze specjalnymi potrzebami edukacyjnymi w środowisku rodzinnym i szkolnym</w:t>
            </w:r>
            <w:r w:rsidR="006A40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6B0B9C" w14:paraId="5B853458" w14:textId="77777777" w:rsidTr="00C3359A">
        <w:tc>
          <w:tcPr>
            <w:tcW w:w="9520" w:type="dxa"/>
          </w:tcPr>
          <w:p w14:paraId="5F8DBC7F" w14:textId="7B293C93" w:rsidR="00C3359A" w:rsidRPr="006B0B9C" w:rsidRDefault="000854BA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Różnice indywidualne w zakresie uczenia się a oddziaływania w szkole</w:t>
            </w:r>
            <w:r w:rsidR="006A40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6B0B9C" w14:paraId="3622A9A4" w14:textId="77777777" w:rsidTr="00C3359A">
        <w:tc>
          <w:tcPr>
            <w:tcW w:w="9520" w:type="dxa"/>
          </w:tcPr>
          <w:p w14:paraId="185CAB41" w14:textId="7805C5D1" w:rsidR="00C3359A" w:rsidRPr="006B0B9C" w:rsidRDefault="005F6ADC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Specyfika nauczania uczniów o zróżnicowanych zdolnościach w zakresie uczenia się</w:t>
            </w:r>
            <w:r w:rsidR="006A40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035F680" w14:textId="77777777" w:rsidR="0085747A" w:rsidRPr="006B0B9C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1712B7" w14:textId="5461F5E2" w:rsidR="0085747A" w:rsidRPr="00E4690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B0B9C">
        <w:rPr>
          <w:rFonts w:ascii="Times New Roman" w:hAnsi="Times New Roman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B0B9C" w14:paraId="294B5480" w14:textId="77777777" w:rsidTr="00C3359A">
        <w:tc>
          <w:tcPr>
            <w:tcW w:w="9520" w:type="dxa"/>
          </w:tcPr>
          <w:p w14:paraId="4D35F02A" w14:textId="77777777" w:rsidR="0085747A" w:rsidRPr="006B0B9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C3359A" w:rsidRPr="006B0B9C" w14:paraId="68418360" w14:textId="77777777" w:rsidTr="00C3359A">
        <w:tc>
          <w:tcPr>
            <w:tcW w:w="9520" w:type="dxa"/>
          </w:tcPr>
          <w:p w14:paraId="49F572CA" w14:textId="1082CADB" w:rsidR="00C3359A" w:rsidRPr="006B0B9C" w:rsidRDefault="000854BA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Dzieci z niepełnosprawnością intelektualną i z pogranicza normy wobec wyzwań szkolnych</w:t>
            </w:r>
            <w:r w:rsidR="00B174C0" w:rsidRPr="006B0B9C">
              <w:rPr>
                <w:rFonts w:ascii="Times New Roman" w:hAnsi="Times New Roman"/>
                <w:sz w:val="24"/>
                <w:szCs w:val="24"/>
              </w:rPr>
              <w:t>. Formy wsparcia</w:t>
            </w:r>
            <w:r w:rsidR="006A40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6B0B9C" w14:paraId="78AB1C27" w14:textId="77777777" w:rsidTr="00C3359A">
        <w:tc>
          <w:tcPr>
            <w:tcW w:w="9520" w:type="dxa"/>
          </w:tcPr>
          <w:p w14:paraId="3459EB78" w14:textId="04ACE4A4" w:rsidR="00C3359A" w:rsidRPr="006B0B9C" w:rsidRDefault="000854BA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 xml:space="preserve">Uczniowie z </w:t>
            </w:r>
            <w:r w:rsidR="005F6ADC" w:rsidRPr="006B0B9C">
              <w:rPr>
                <w:rFonts w:ascii="Times New Roman" w:hAnsi="Times New Roman"/>
                <w:sz w:val="24"/>
                <w:szCs w:val="24"/>
              </w:rPr>
              <w:t>niepełnosprawnością ruchową, niewidom</w:t>
            </w:r>
            <w:r w:rsidR="00A248B0" w:rsidRPr="006B0B9C">
              <w:rPr>
                <w:rFonts w:ascii="Times New Roman" w:hAnsi="Times New Roman"/>
                <w:sz w:val="24"/>
                <w:szCs w:val="24"/>
              </w:rPr>
              <w:t>i</w:t>
            </w:r>
            <w:r w:rsidR="005F6ADC" w:rsidRPr="006B0B9C">
              <w:rPr>
                <w:rFonts w:ascii="Times New Roman" w:hAnsi="Times New Roman"/>
                <w:sz w:val="24"/>
                <w:szCs w:val="24"/>
              </w:rPr>
              <w:t xml:space="preserve"> i niedowidząc</w:t>
            </w:r>
            <w:r w:rsidR="00B174C0" w:rsidRPr="006B0B9C">
              <w:rPr>
                <w:rFonts w:ascii="Times New Roman" w:hAnsi="Times New Roman"/>
                <w:sz w:val="24"/>
                <w:szCs w:val="24"/>
              </w:rPr>
              <w:t>y</w:t>
            </w:r>
            <w:r w:rsidR="005F6ADC" w:rsidRPr="006B0B9C">
              <w:rPr>
                <w:rFonts w:ascii="Times New Roman" w:hAnsi="Times New Roman"/>
                <w:sz w:val="24"/>
                <w:szCs w:val="24"/>
              </w:rPr>
              <w:t xml:space="preserve"> oraz głuchoniem</w:t>
            </w:r>
            <w:r w:rsidR="00B174C0" w:rsidRPr="006B0B9C">
              <w:rPr>
                <w:rFonts w:ascii="Times New Roman" w:hAnsi="Times New Roman"/>
                <w:sz w:val="24"/>
                <w:szCs w:val="24"/>
              </w:rPr>
              <w:t>i</w:t>
            </w:r>
            <w:r w:rsidR="005F6ADC" w:rsidRPr="006B0B9C">
              <w:rPr>
                <w:rFonts w:ascii="Times New Roman" w:hAnsi="Times New Roman"/>
                <w:sz w:val="24"/>
                <w:szCs w:val="24"/>
              </w:rPr>
              <w:t xml:space="preserve"> i niedosłysząc</w:t>
            </w:r>
            <w:r w:rsidR="00B174C0" w:rsidRPr="006B0B9C">
              <w:rPr>
                <w:rFonts w:ascii="Times New Roman" w:hAnsi="Times New Roman"/>
                <w:sz w:val="24"/>
                <w:szCs w:val="24"/>
              </w:rPr>
              <w:t>y</w:t>
            </w:r>
            <w:r w:rsidR="005F6ADC" w:rsidRPr="006B0B9C">
              <w:rPr>
                <w:rFonts w:ascii="Times New Roman" w:hAnsi="Times New Roman"/>
                <w:sz w:val="24"/>
                <w:szCs w:val="24"/>
              </w:rPr>
              <w:t xml:space="preserve"> w szkole ogólnodostępnej</w:t>
            </w:r>
            <w:r w:rsidR="00B174C0" w:rsidRPr="006B0B9C">
              <w:rPr>
                <w:rFonts w:ascii="Times New Roman" w:hAnsi="Times New Roman"/>
                <w:sz w:val="24"/>
                <w:szCs w:val="24"/>
              </w:rPr>
              <w:t xml:space="preserve"> i specjalnej,</w:t>
            </w:r>
            <w:r w:rsidR="005F6ADC" w:rsidRPr="006B0B9C">
              <w:rPr>
                <w:rFonts w:ascii="Times New Roman" w:hAnsi="Times New Roman"/>
                <w:sz w:val="24"/>
                <w:szCs w:val="24"/>
              </w:rPr>
              <w:t xml:space="preserve"> a zdolności adaptacyjne</w:t>
            </w:r>
            <w:r w:rsidR="006A40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248B0" w:rsidRPr="006B0B9C" w14:paraId="0EFF96C4" w14:textId="77777777" w:rsidTr="00C3359A">
        <w:tc>
          <w:tcPr>
            <w:tcW w:w="9520" w:type="dxa"/>
          </w:tcPr>
          <w:p w14:paraId="3F1E7873" w14:textId="77CC1A14" w:rsidR="00A248B0" w:rsidRPr="006B0B9C" w:rsidRDefault="00A248B0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Zaburzenia integracji sensorycznej a funkcjonowanie w szkole. Metody pracy terapeutycznej</w:t>
            </w:r>
            <w:r w:rsidR="006A40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B7598" w:rsidRPr="006B0B9C" w14:paraId="55D70D68" w14:textId="77777777" w:rsidTr="00C3359A">
        <w:tc>
          <w:tcPr>
            <w:tcW w:w="9520" w:type="dxa"/>
          </w:tcPr>
          <w:p w14:paraId="4E6D6561" w14:textId="70EDC05C" w:rsidR="00FB7598" w:rsidRPr="006B0B9C" w:rsidRDefault="00CD1A3D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Dzieci dyslektyczne. O</w:t>
            </w:r>
            <w:r w:rsidR="00FB7598" w:rsidRPr="006B0B9C">
              <w:rPr>
                <w:rFonts w:ascii="Times New Roman" w:hAnsi="Times New Roman"/>
                <w:sz w:val="24"/>
                <w:szCs w:val="24"/>
              </w:rPr>
              <w:t xml:space="preserve">bjawy trudności w nauce dzieci z zaburzeniami analizy i syntezy wzrokowej i słuchowej oraz z </w:t>
            </w:r>
            <w:r w:rsidR="00D444F3" w:rsidRPr="006B0B9C">
              <w:rPr>
                <w:rFonts w:ascii="Times New Roman" w:hAnsi="Times New Roman"/>
                <w:sz w:val="24"/>
                <w:szCs w:val="24"/>
              </w:rPr>
              <w:t xml:space="preserve">dysfunkcjami w sferze ruchowej i zaburzeniami </w:t>
            </w:r>
            <w:r w:rsidR="00FB7598" w:rsidRPr="006B0B9C">
              <w:rPr>
                <w:rFonts w:ascii="Times New Roman" w:hAnsi="Times New Roman"/>
                <w:sz w:val="24"/>
                <w:szCs w:val="24"/>
              </w:rPr>
              <w:t>lateralizacji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 xml:space="preserve"> oraz problemy psychologiczne. Oddziaływania korekcyjno-kompensacyjne</w:t>
            </w:r>
            <w:r w:rsidR="006A40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B7598" w:rsidRPr="006B0B9C" w14:paraId="2E36F707" w14:textId="77777777" w:rsidTr="00C3359A">
        <w:tc>
          <w:tcPr>
            <w:tcW w:w="9520" w:type="dxa"/>
          </w:tcPr>
          <w:p w14:paraId="793CD7FD" w14:textId="5DB7612A" w:rsidR="00FB7598" w:rsidRPr="006B0B9C" w:rsidRDefault="00FB7598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Sytuacja szkolna uczniów z</w:t>
            </w:r>
            <w:r w:rsidR="00CD1A3D" w:rsidRPr="006B0B9C">
              <w:rPr>
                <w:rFonts w:ascii="Times New Roman" w:hAnsi="Times New Roman"/>
                <w:sz w:val="24"/>
                <w:szCs w:val="24"/>
              </w:rPr>
              <w:t xml:space="preserve">e specyficznymi problemami w 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>komunikowaniu się</w:t>
            </w:r>
            <w:r w:rsidR="00D444F3" w:rsidRPr="006B0B9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D1A3D" w:rsidRPr="006B0B9C">
              <w:rPr>
                <w:rFonts w:ascii="Times New Roman" w:hAnsi="Times New Roman"/>
                <w:sz w:val="24"/>
                <w:szCs w:val="24"/>
              </w:rPr>
              <w:t xml:space="preserve">Wsparcie psychologiczne i metody terapii </w:t>
            </w:r>
            <w:r w:rsidR="00D444F3" w:rsidRPr="006B0B9C">
              <w:rPr>
                <w:rFonts w:ascii="Times New Roman" w:hAnsi="Times New Roman"/>
                <w:sz w:val="24"/>
                <w:szCs w:val="24"/>
              </w:rPr>
              <w:t>uczniów z mutyzmem, jąkających się, z</w:t>
            </w:r>
            <w:r w:rsidR="000B6973" w:rsidRPr="006B0B9C">
              <w:rPr>
                <w:rFonts w:ascii="Times New Roman" w:hAnsi="Times New Roman"/>
                <w:sz w:val="24"/>
                <w:szCs w:val="24"/>
              </w:rPr>
              <w:t>e spektrum autyzmu</w:t>
            </w:r>
            <w:r w:rsidR="00D444F3" w:rsidRPr="006B0B9C">
              <w:rPr>
                <w:rFonts w:ascii="Times New Roman" w:hAnsi="Times New Roman"/>
                <w:sz w:val="24"/>
                <w:szCs w:val="24"/>
              </w:rPr>
              <w:t xml:space="preserve"> i schizofrenią</w:t>
            </w:r>
            <w:r w:rsidR="006A40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6B0B9C" w14:paraId="32A9A69A" w14:textId="77777777" w:rsidTr="00C3359A">
        <w:tc>
          <w:tcPr>
            <w:tcW w:w="9520" w:type="dxa"/>
          </w:tcPr>
          <w:p w14:paraId="576401E6" w14:textId="5F177D38" w:rsidR="00C3359A" w:rsidRPr="006B0B9C" w:rsidRDefault="000854BA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Zdolności i uzdolnienia. Specyfika kształcenia dzieci wybitnie zdolnych</w:t>
            </w:r>
            <w:r w:rsidR="006A40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444F3" w:rsidRPr="006B0B9C" w14:paraId="174CAB1E" w14:textId="77777777" w:rsidTr="00C3359A">
        <w:tc>
          <w:tcPr>
            <w:tcW w:w="9520" w:type="dxa"/>
          </w:tcPr>
          <w:p w14:paraId="6E2EDFCD" w14:textId="5FD5C3EC" w:rsidR="00D444F3" w:rsidRPr="006B0B9C" w:rsidRDefault="00D444F3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Trudności szkolne dzieci niedostosowanych społecznie</w:t>
            </w:r>
            <w:r w:rsidR="00CD1A3D" w:rsidRPr="006B0B9C">
              <w:rPr>
                <w:rFonts w:ascii="Times New Roman" w:hAnsi="Times New Roman"/>
                <w:sz w:val="24"/>
                <w:szCs w:val="24"/>
              </w:rPr>
              <w:t>. Metody oddziaływań terapeutycznych</w:t>
            </w:r>
            <w:r w:rsidR="006A40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6B0B9C" w14:paraId="468F96DC" w14:textId="77777777" w:rsidTr="00C3359A">
        <w:tc>
          <w:tcPr>
            <w:tcW w:w="9520" w:type="dxa"/>
          </w:tcPr>
          <w:p w14:paraId="6FE1DAB0" w14:textId="26CA177E" w:rsidR="00C3359A" w:rsidRPr="006B0B9C" w:rsidRDefault="00D444F3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Wsparcie</w:t>
            </w:r>
            <w:r w:rsidR="003671E3" w:rsidRPr="006B0B9C">
              <w:rPr>
                <w:rFonts w:ascii="Times New Roman" w:hAnsi="Times New Roman"/>
                <w:sz w:val="24"/>
                <w:szCs w:val="24"/>
              </w:rPr>
              <w:t xml:space="preserve"> edukacyjne 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>uczniów z przewlekłymi chorobami somatycznymi</w:t>
            </w:r>
            <w:r w:rsidR="006A40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16937D0" w14:textId="77777777" w:rsidR="0085747A" w:rsidRPr="006B0B9C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324A499" w14:textId="77777777" w:rsidR="006A40BB" w:rsidRDefault="009F4610" w:rsidP="006A40BB">
      <w:pPr>
        <w:pStyle w:val="Punktygwne"/>
        <w:spacing w:before="0"/>
        <w:ind w:left="426"/>
        <w:rPr>
          <w:b w:val="0"/>
          <w:smallCaps w:val="0"/>
          <w:szCs w:val="24"/>
        </w:rPr>
      </w:pPr>
      <w:r w:rsidRPr="006B0B9C">
        <w:rPr>
          <w:smallCaps w:val="0"/>
          <w:szCs w:val="24"/>
        </w:rPr>
        <w:t>3.4 Metody dydaktyczne</w:t>
      </w:r>
      <w:r w:rsidRPr="006B0B9C">
        <w:rPr>
          <w:b w:val="0"/>
          <w:smallCaps w:val="0"/>
          <w:szCs w:val="24"/>
        </w:rPr>
        <w:t xml:space="preserve"> </w:t>
      </w:r>
    </w:p>
    <w:p w14:paraId="20EEBBCF" w14:textId="0FCB76B3" w:rsidR="00C3359A" w:rsidRPr="006A40BB" w:rsidRDefault="00C3359A" w:rsidP="006A40BB">
      <w:pPr>
        <w:pStyle w:val="Punktygwne"/>
        <w:spacing w:before="0" w:after="0"/>
        <w:rPr>
          <w:b w:val="0"/>
          <w:smallCaps w:val="0"/>
          <w:szCs w:val="24"/>
        </w:rPr>
      </w:pPr>
      <w:r w:rsidRPr="006A40BB">
        <w:rPr>
          <w:b w:val="0"/>
          <w:smallCaps w:val="0"/>
          <w:szCs w:val="24"/>
        </w:rPr>
        <w:t>Wykład: wykład problemowy, wykład z prezentacją multimedialną.</w:t>
      </w:r>
    </w:p>
    <w:p w14:paraId="6C464EF8" w14:textId="3C387FC7" w:rsidR="0085747A" w:rsidRPr="006A40BB" w:rsidRDefault="00C3359A" w:rsidP="00C3359A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6A40BB">
        <w:rPr>
          <w:b w:val="0"/>
          <w:smallCaps w:val="0"/>
          <w:szCs w:val="24"/>
        </w:rPr>
        <w:t>Ćwiczenia: analiza tekstów z dyskusją, praca w grupach</w:t>
      </w:r>
      <w:r w:rsidR="00306A30" w:rsidRPr="006A40BB">
        <w:rPr>
          <w:b w:val="0"/>
          <w:smallCaps w:val="0"/>
          <w:szCs w:val="24"/>
        </w:rPr>
        <w:t xml:space="preserve">, </w:t>
      </w:r>
      <w:r w:rsidRPr="006A40BB">
        <w:rPr>
          <w:b w:val="0"/>
          <w:smallCaps w:val="0"/>
          <w:szCs w:val="24"/>
        </w:rPr>
        <w:t>studium przypadku, dyskusja, burza mózgów.</w:t>
      </w:r>
    </w:p>
    <w:p w14:paraId="29D3905F" w14:textId="1ABB2849" w:rsidR="00E960BB" w:rsidRPr="006B0B9C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9053A9C" w14:textId="77777777" w:rsidR="00C3359A" w:rsidRPr="006B0B9C" w:rsidRDefault="00C3359A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45643A9" w14:textId="77777777" w:rsidR="0085747A" w:rsidRPr="006B0B9C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6B0B9C">
        <w:rPr>
          <w:smallCaps w:val="0"/>
          <w:szCs w:val="24"/>
        </w:rPr>
        <w:t xml:space="preserve">4. </w:t>
      </w:r>
      <w:r w:rsidR="0085747A" w:rsidRPr="006B0B9C">
        <w:rPr>
          <w:smallCaps w:val="0"/>
          <w:szCs w:val="24"/>
        </w:rPr>
        <w:t>METODY I KRYTERIA OCENY</w:t>
      </w:r>
      <w:r w:rsidR="009F4610" w:rsidRPr="006B0B9C">
        <w:rPr>
          <w:smallCaps w:val="0"/>
          <w:szCs w:val="24"/>
        </w:rPr>
        <w:t xml:space="preserve"> </w:t>
      </w:r>
    </w:p>
    <w:p w14:paraId="6C6E783E" w14:textId="77777777" w:rsidR="00923D7D" w:rsidRPr="006B0B9C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507D829" w14:textId="77777777" w:rsidR="0085747A" w:rsidRPr="006B0B9C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6B0B9C">
        <w:rPr>
          <w:smallCaps w:val="0"/>
          <w:szCs w:val="24"/>
        </w:rPr>
        <w:t xml:space="preserve">4.1 Sposoby weryfikacji efektów </w:t>
      </w:r>
      <w:r w:rsidR="00C05F44" w:rsidRPr="006B0B9C">
        <w:rPr>
          <w:smallCaps w:val="0"/>
          <w:szCs w:val="24"/>
        </w:rPr>
        <w:t>uczenia się</w:t>
      </w:r>
    </w:p>
    <w:p w14:paraId="78FC7DA0" w14:textId="77777777" w:rsidR="0085747A" w:rsidRPr="006B0B9C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6B0B9C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6B0B9C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77777777" w:rsidR="0085747A" w:rsidRPr="006B0B9C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6B0B9C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B0B9C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C44FFAB" w14:textId="77777777" w:rsidR="0085747A" w:rsidRPr="006B0B9C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6B0B9C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6B0B9C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6B0B9C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B0B9C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6B0B9C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6B0B9C" w14:paraId="4BB23A1B" w14:textId="77777777" w:rsidTr="00C05F44">
        <w:tc>
          <w:tcPr>
            <w:tcW w:w="1985" w:type="dxa"/>
          </w:tcPr>
          <w:p w14:paraId="33B89991" w14:textId="5A6883CF" w:rsidR="0085747A" w:rsidRPr="006B0B9C" w:rsidRDefault="0043559C" w:rsidP="00ED77C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85747A" w:rsidRPr="006B0B9C">
              <w:rPr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4BE8265E" w14:textId="2495A923" w:rsidR="0085747A" w:rsidRPr="0043559C" w:rsidRDefault="00B672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3559C">
              <w:rPr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414C40F" w14:textId="4E5C7DB0" w:rsidR="0085747A" w:rsidRPr="0043559C" w:rsidRDefault="00087E43" w:rsidP="00ED77C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59C">
              <w:rPr>
                <w:b w:val="0"/>
                <w:smallCaps w:val="0"/>
                <w:szCs w:val="24"/>
              </w:rPr>
              <w:t>w</w:t>
            </w:r>
            <w:r w:rsidR="00DF5D85" w:rsidRPr="0043559C">
              <w:rPr>
                <w:b w:val="0"/>
                <w:smallCaps w:val="0"/>
                <w:szCs w:val="24"/>
              </w:rPr>
              <w:t xml:space="preserve">, </w:t>
            </w:r>
            <w:proofErr w:type="spellStart"/>
            <w:r w:rsidR="00DF5D85" w:rsidRPr="0043559C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6B0B9C" w14:paraId="4766CFA6" w14:textId="77777777" w:rsidTr="00C05F44">
        <w:tc>
          <w:tcPr>
            <w:tcW w:w="1985" w:type="dxa"/>
          </w:tcPr>
          <w:p w14:paraId="0F6C02AA" w14:textId="77777777" w:rsidR="0085747A" w:rsidRPr="006B0B9C" w:rsidRDefault="0085747A" w:rsidP="00ED77C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6B0B9C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AEF9F7" w14:textId="32CCF334" w:rsidR="0085747A" w:rsidRPr="0043559C" w:rsidRDefault="000A3CC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3559C">
              <w:rPr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CB85A22" w14:textId="5779A9A7" w:rsidR="0085747A" w:rsidRPr="0043559C" w:rsidRDefault="00087E43" w:rsidP="00ED77C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3559C">
              <w:rPr>
                <w:b w:val="0"/>
                <w:smallCaps w:val="0"/>
                <w:szCs w:val="24"/>
              </w:rPr>
              <w:t>w</w:t>
            </w:r>
            <w:r w:rsidR="00DF5D85" w:rsidRPr="0043559C">
              <w:rPr>
                <w:b w:val="0"/>
                <w:smallCaps w:val="0"/>
                <w:szCs w:val="24"/>
              </w:rPr>
              <w:t xml:space="preserve">, </w:t>
            </w:r>
            <w:proofErr w:type="spellStart"/>
            <w:r w:rsidR="00DF5D85" w:rsidRPr="0043559C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ED1B38" w:rsidRPr="006B0B9C" w14:paraId="34A9E1D6" w14:textId="77777777" w:rsidTr="00C05F44">
        <w:tc>
          <w:tcPr>
            <w:tcW w:w="1985" w:type="dxa"/>
          </w:tcPr>
          <w:p w14:paraId="6530BDBA" w14:textId="6722B9A0" w:rsidR="00ED1B38" w:rsidRPr="006B0B9C" w:rsidRDefault="00ED1B38" w:rsidP="00ED77C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6B0B9C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9EB8661" w14:textId="030783DE" w:rsidR="00ED1B38" w:rsidRPr="0043559C" w:rsidRDefault="00DF5D8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3559C">
              <w:rPr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B8EE9BD" w14:textId="15856349" w:rsidR="00ED1B38" w:rsidRPr="0043559C" w:rsidRDefault="0043559C" w:rsidP="00ED77C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="00DF5D85" w:rsidRPr="0043559C">
              <w:rPr>
                <w:b w:val="0"/>
                <w:smallCaps w:val="0"/>
                <w:szCs w:val="24"/>
              </w:rPr>
              <w:t xml:space="preserve">, </w:t>
            </w:r>
            <w:proofErr w:type="spellStart"/>
            <w:r w:rsidR="00DF5D85" w:rsidRPr="0043559C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ED1B38" w:rsidRPr="006B0B9C" w14:paraId="6F0F0C1B" w14:textId="77777777" w:rsidTr="00C05F44">
        <w:tc>
          <w:tcPr>
            <w:tcW w:w="1985" w:type="dxa"/>
          </w:tcPr>
          <w:p w14:paraId="08B8545B" w14:textId="40AA7D8A" w:rsidR="00ED1B38" w:rsidRPr="006B0B9C" w:rsidRDefault="00ED1B38" w:rsidP="00ED77C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6B0B9C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288D5F7" w14:textId="6E077B1D" w:rsidR="00ED1B38" w:rsidRPr="00C01575" w:rsidRDefault="004A5C90" w:rsidP="00D71F63">
            <w:pPr>
              <w:rPr>
                <w:rFonts w:ascii="Times New Roman" w:hAnsi="Times New Roman"/>
              </w:rPr>
            </w:pPr>
            <w:r w:rsidRPr="00C01575">
              <w:rPr>
                <w:rFonts w:ascii="Times New Roman" w:hAnsi="Times New Roman"/>
                <w:b/>
                <w:smallCaps/>
                <w:szCs w:val="24"/>
              </w:rPr>
              <w:t>K</w:t>
            </w:r>
            <w:r w:rsidR="00074FF8" w:rsidRPr="00C01575">
              <w:rPr>
                <w:rFonts w:ascii="Times New Roman" w:hAnsi="Times New Roman"/>
                <w:szCs w:val="24"/>
              </w:rPr>
              <w:t>olokwium</w:t>
            </w:r>
            <w:r w:rsidR="00D71F63" w:rsidRPr="00C01575">
              <w:rPr>
                <w:rFonts w:ascii="Times New Roman" w:hAnsi="Times New Roman"/>
                <w:szCs w:val="24"/>
              </w:rPr>
              <w:t>,</w:t>
            </w:r>
            <w:r w:rsidRPr="00C01575">
              <w:rPr>
                <w:rFonts w:ascii="Times New Roman" w:hAnsi="Times New Roman"/>
                <w:b/>
                <w:smallCaps/>
                <w:szCs w:val="24"/>
              </w:rPr>
              <w:t xml:space="preserve"> </w:t>
            </w:r>
            <w:r w:rsidRPr="00C01575">
              <w:rPr>
                <w:rFonts w:ascii="Times New Roman" w:hAnsi="Times New Roman"/>
              </w:rPr>
              <w:t xml:space="preserve">Praca projektowa: opracowanie  scenariusza zajęć </w:t>
            </w:r>
            <w:r w:rsidR="00D71F63" w:rsidRPr="00C01575">
              <w:rPr>
                <w:rFonts w:ascii="Times New Roman" w:hAnsi="Times New Roman"/>
              </w:rPr>
              <w:t xml:space="preserve">terapeutycznych </w:t>
            </w:r>
            <w:r w:rsidRPr="00C01575">
              <w:rPr>
                <w:rFonts w:ascii="Times New Roman" w:hAnsi="Times New Roman"/>
              </w:rPr>
              <w:t>dla dzieci z wybraną dysfunkcją  i  przeprowadzenie zajęć</w:t>
            </w:r>
          </w:p>
        </w:tc>
        <w:tc>
          <w:tcPr>
            <w:tcW w:w="2126" w:type="dxa"/>
          </w:tcPr>
          <w:p w14:paraId="76853354" w14:textId="6B4ECD2D" w:rsidR="00ED1B38" w:rsidRPr="0043559C" w:rsidRDefault="00DF5D85" w:rsidP="00ED77C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proofErr w:type="spellStart"/>
            <w:r w:rsidRPr="0043559C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319E0" w:rsidRPr="006B0B9C" w14:paraId="43B91C61" w14:textId="77777777" w:rsidTr="00C05F44">
        <w:tc>
          <w:tcPr>
            <w:tcW w:w="1985" w:type="dxa"/>
          </w:tcPr>
          <w:p w14:paraId="572D0A88" w14:textId="555BEB7A" w:rsidR="00A319E0" w:rsidRPr="006B0B9C" w:rsidRDefault="00A319E0" w:rsidP="00ED77C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6B0B9C">
              <w:rPr>
                <w:b w:val="0"/>
                <w:szCs w:val="24"/>
              </w:rPr>
              <w:t>EK_0</w:t>
            </w:r>
            <w:r w:rsidR="00ED1B38" w:rsidRPr="006B0B9C">
              <w:rPr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5F9F1C6" w14:textId="3CE71C23" w:rsidR="00A319E0" w:rsidRPr="0043559C" w:rsidRDefault="00074FF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3559C">
              <w:rPr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0BD2820" w14:textId="06CABF3D" w:rsidR="00A319E0" w:rsidRPr="0043559C" w:rsidRDefault="00087E43" w:rsidP="00ED77C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proofErr w:type="spellStart"/>
            <w:r w:rsidRPr="0043559C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87E43" w:rsidRPr="006B0B9C" w14:paraId="0386779E" w14:textId="77777777" w:rsidTr="00C05F44">
        <w:tc>
          <w:tcPr>
            <w:tcW w:w="1985" w:type="dxa"/>
          </w:tcPr>
          <w:p w14:paraId="71862C8E" w14:textId="4B5810B9" w:rsidR="00087E43" w:rsidRPr="006B0B9C" w:rsidRDefault="00087E43" w:rsidP="00ED77C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6B0B9C">
              <w:rPr>
                <w:b w:val="0"/>
                <w:szCs w:val="24"/>
              </w:rPr>
              <w:t>EK_0</w:t>
            </w:r>
            <w:r w:rsidR="00ED1B38" w:rsidRPr="006B0B9C">
              <w:rPr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43684044" w14:textId="5D91F91E" w:rsidR="00087E43" w:rsidRPr="0043559C" w:rsidRDefault="000B40E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</w:t>
            </w:r>
            <w:r w:rsidR="00D8599D" w:rsidRPr="0043559C">
              <w:rPr>
                <w:b w:val="0"/>
                <w:smallCaps w:val="0"/>
                <w:szCs w:val="24"/>
              </w:rPr>
              <w:t>bserwacja</w:t>
            </w:r>
            <w:r>
              <w:rPr>
                <w:b w:val="0"/>
                <w:smallCaps w:val="0"/>
                <w:szCs w:val="24"/>
              </w:rPr>
              <w:t xml:space="preserve"> w trakcie zajęć</w:t>
            </w:r>
          </w:p>
        </w:tc>
        <w:tc>
          <w:tcPr>
            <w:tcW w:w="2126" w:type="dxa"/>
          </w:tcPr>
          <w:p w14:paraId="11765423" w14:textId="34D834E6" w:rsidR="00087E43" w:rsidRPr="0043559C" w:rsidRDefault="00087E43" w:rsidP="00ED77C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proofErr w:type="spellStart"/>
            <w:r w:rsidRPr="0043559C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E38F28A" w14:textId="77777777" w:rsidR="00923D7D" w:rsidRPr="006B0B9C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B7BC9C3" w14:textId="77777777" w:rsidR="006A40BB" w:rsidRDefault="006A40B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79BD6CCC" w14:textId="77777777" w:rsidR="0085747A" w:rsidRPr="006B0B9C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6B0B9C">
        <w:rPr>
          <w:smallCaps w:val="0"/>
          <w:szCs w:val="24"/>
        </w:rPr>
        <w:t xml:space="preserve">4.2 </w:t>
      </w:r>
      <w:r w:rsidR="0085747A" w:rsidRPr="006B0B9C">
        <w:rPr>
          <w:smallCaps w:val="0"/>
          <w:szCs w:val="24"/>
        </w:rPr>
        <w:t>Warunki zaliczenia przedmiotu (kryteria oceniania)</w:t>
      </w:r>
      <w:r w:rsidR="00923D7D" w:rsidRPr="006B0B9C">
        <w:rPr>
          <w:smallCaps w:val="0"/>
          <w:szCs w:val="24"/>
        </w:rPr>
        <w:t xml:space="preserve"> </w:t>
      </w:r>
    </w:p>
    <w:p w14:paraId="7303D80D" w14:textId="77777777" w:rsidR="00923D7D" w:rsidRPr="006B0B9C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B0B9C" w14:paraId="4FB4E605" w14:textId="77777777" w:rsidTr="00923D7D">
        <w:tc>
          <w:tcPr>
            <w:tcW w:w="9670" w:type="dxa"/>
          </w:tcPr>
          <w:p w14:paraId="707308B7" w14:textId="568D47EC" w:rsidR="00C55C74" w:rsidRPr="00C55C74" w:rsidRDefault="00B036A9" w:rsidP="00C55C7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A</w:t>
            </w:r>
            <w:r w:rsidR="00E55D0C" w:rsidRPr="006B0B9C">
              <w:rPr>
                <w:b w:val="0"/>
                <w:smallCaps w:val="0"/>
                <w:szCs w:val="24"/>
              </w:rPr>
              <w:t xml:space="preserve">ktywność w trakcie zajęć, </w:t>
            </w:r>
            <w:r w:rsidR="00D71F63">
              <w:rPr>
                <w:b w:val="0"/>
                <w:smallCaps w:val="0"/>
                <w:szCs w:val="24"/>
              </w:rPr>
              <w:t xml:space="preserve">praca projektowa: opracowanie scenariusza zajęć terapeutycznych dla dzieci z wybraną dysfunkcją i przeprowadzenie zajęć; </w:t>
            </w:r>
            <w:r w:rsidR="00C55C74" w:rsidRPr="00C55C74">
              <w:rPr>
                <w:b w:val="0"/>
                <w:smallCaps w:val="0"/>
                <w:szCs w:val="24"/>
              </w:rPr>
              <w:t>kolokwium pisemne</w:t>
            </w:r>
            <w:r w:rsidR="00C55C74">
              <w:rPr>
                <w:b w:val="0"/>
                <w:smallCaps w:val="0"/>
                <w:szCs w:val="24"/>
              </w:rPr>
              <w:t>:</w:t>
            </w:r>
          </w:p>
          <w:p w14:paraId="08224926" w14:textId="77777777" w:rsidR="00C55C74" w:rsidRPr="00C55C74" w:rsidRDefault="00C55C74" w:rsidP="00C55C7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55C74">
              <w:rPr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265CE33D" w14:textId="77777777" w:rsidR="00C55C74" w:rsidRPr="00C55C74" w:rsidRDefault="00C55C74" w:rsidP="00C55C7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55C74">
              <w:rPr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548669FC" w14:textId="77777777" w:rsidR="00C55C74" w:rsidRPr="00C55C74" w:rsidRDefault="00C55C74" w:rsidP="00C55C7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55C74">
              <w:rPr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439CC5AF" w14:textId="77777777" w:rsidR="00C55C74" w:rsidRPr="00C55C74" w:rsidRDefault="00C55C74" w:rsidP="00C55C7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55C74">
              <w:rPr>
                <w:b w:val="0"/>
                <w:smallCaps w:val="0"/>
                <w:szCs w:val="24"/>
              </w:rPr>
              <w:lastRenderedPageBreak/>
              <w:t>ocena 3.5 – wykazuje znajomość treści kształcenia na poziomie 69%-76% (zadowalająca wiedza, z niewielką liczbą błędów)</w:t>
            </w:r>
          </w:p>
          <w:p w14:paraId="70589BF2" w14:textId="77777777" w:rsidR="00C55C74" w:rsidRPr="00C55C74" w:rsidRDefault="00C55C74" w:rsidP="00C55C7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55C74">
              <w:rPr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7568C75B" w14:textId="79FA7C4B" w:rsidR="0085747A" w:rsidRPr="006B0B9C" w:rsidRDefault="00C55C74" w:rsidP="00C55C7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55C74">
              <w:rPr>
                <w:b w:val="0"/>
                <w:smallCaps w:val="0"/>
                <w:szCs w:val="24"/>
              </w:rPr>
              <w:t>ocena 2.0 – wykazuje znajomość treści kształcenia poniżej 60% (niezadowalająca wiedza, liczne błędy)</w:t>
            </w:r>
          </w:p>
        </w:tc>
      </w:tr>
    </w:tbl>
    <w:p w14:paraId="69E9204F" w14:textId="77777777" w:rsidR="0085747A" w:rsidRPr="006B0B9C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F897661" w14:textId="77777777" w:rsidR="009F4610" w:rsidRPr="006B0B9C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6B0B9C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6B0B9C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6B0B9C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B0B9C" w14:paraId="085F6EB5" w14:textId="77777777" w:rsidTr="003E1941">
        <w:tc>
          <w:tcPr>
            <w:tcW w:w="4962" w:type="dxa"/>
            <w:vAlign w:val="center"/>
          </w:tcPr>
          <w:p w14:paraId="5AF78E02" w14:textId="77777777" w:rsidR="0085747A" w:rsidRPr="006B0B9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B9C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6B0B9C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6B0B9C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0FD4B1" w14:textId="77777777" w:rsidR="0085747A" w:rsidRPr="006B0B9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B9C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6B0B9C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6B0B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0B9C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B0B9C" w14:paraId="10FA7CE6" w14:textId="77777777" w:rsidTr="00923D7D">
        <w:tc>
          <w:tcPr>
            <w:tcW w:w="4962" w:type="dxa"/>
          </w:tcPr>
          <w:p w14:paraId="5026D884" w14:textId="77777777" w:rsidR="0085747A" w:rsidRPr="006B0B9C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6B0B9C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6B0B9C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6B0B9C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6B0B9C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6B0B9C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6B0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6B0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4D13B8" w14:textId="1C48348E" w:rsidR="0085747A" w:rsidRPr="006B0B9C" w:rsidRDefault="0022093A" w:rsidP="00835EB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6B0B9C" w14:paraId="2A990EB9" w14:textId="77777777" w:rsidTr="00923D7D">
        <w:tc>
          <w:tcPr>
            <w:tcW w:w="4962" w:type="dxa"/>
          </w:tcPr>
          <w:p w14:paraId="74962B30" w14:textId="77777777" w:rsidR="00C61DC5" w:rsidRPr="006B0B9C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6B0B9C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4003D403" w14:textId="23A5C208" w:rsidR="00C61DC5" w:rsidRPr="006B0B9C" w:rsidRDefault="00DE7D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-</w:t>
            </w:r>
            <w:r w:rsidR="00C61DC5" w:rsidRPr="006B0B9C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2EDC8EA" w14:textId="77777777" w:rsidR="0043559C" w:rsidRDefault="0043559C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E94F6E" w14:textId="3F4F21BC" w:rsidR="00DE7D18" w:rsidRPr="006B0B9C" w:rsidRDefault="0043559C" w:rsidP="008B3A1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1DC5" w:rsidRPr="006B0B9C" w14:paraId="442A0F9E" w14:textId="77777777" w:rsidTr="00923D7D">
        <w:tc>
          <w:tcPr>
            <w:tcW w:w="4962" w:type="dxa"/>
          </w:tcPr>
          <w:p w14:paraId="29E1C64D" w14:textId="77777777" w:rsidR="00891F94" w:rsidRPr="006B0B9C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6B0B9C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6B0B9C">
              <w:rPr>
                <w:rFonts w:ascii="Times New Roman" w:hAnsi="Times New Roman"/>
                <w:sz w:val="24"/>
                <w:szCs w:val="24"/>
              </w:rPr>
              <w:t xml:space="preserve"> – praca własna studenta: </w:t>
            </w:r>
          </w:p>
          <w:p w14:paraId="55814E37" w14:textId="77777777" w:rsidR="00891F94" w:rsidRPr="006B0B9C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 xml:space="preserve">- przygotowanie do zajęć  </w:t>
            </w:r>
          </w:p>
          <w:p w14:paraId="5CA27071" w14:textId="0FBD4BA7" w:rsidR="00891F94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 xml:space="preserve">- przygotowanie do </w:t>
            </w:r>
            <w:r w:rsidR="00DD31B8" w:rsidRPr="006B0B9C"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0C25BAD6" w14:textId="1D72DE40" w:rsidR="00D71F63" w:rsidRPr="006B0B9C" w:rsidRDefault="00D71F63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-przygotowanie pracy: scenariusza zajęć terapeutycznych dla dzieci z wybraną dysfunkcją</w:t>
            </w:r>
          </w:p>
          <w:p w14:paraId="5D2F3BEF" w14:textId="70A8970F" w:rsidR="00891F94" w:rsidRPr="006B0B9C" w:rsidRDefault="00891F94" w:rsidP="004355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B3A1C">
              <w:rPr>
                <w:rFonts w:ascii="Times New Roman" w:hAnsi="Times New Roman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6B096A0E" w14:textId="07E9562F" w:rsidR="00C61DC5" w:rsidRPr="006B0B9C" w:rsidRDefault="00C61D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B48876" w14:textId="77777777" w:rsidR="00891F94" w:rsidRPr="006B0B9C" w:rsidRDefault="00891F9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462248" w14:textId="47DC4BEE" w:rsidR="00891F94" w:rsidRDefault="00D71F63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3E56FCD" w14:textId="03FED6EE" w:rsidR="00D71F63" w:rsidRPr="006B0B9C" w:rsidRDefault="00D71F63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3B9DFE98" w14:textId="7FA98D9C" w:rsidR="00891F94" w:rsidRPr="006B0B9C" w:rsidRDefault="0043559C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B3A1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81B2367" w14:textId="48510F92" w:rsidR="00891F94" w:rsidRPr="006B0B9C" w:rsidRDefault="0043559C" w:rsidP="00435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5747A" w:rsidRPr="006B0B9C" w14:paraId="6DB50674" w14:textId="77777777" w:rsidTr="00923D7D">
        <w:tc>
          <w:tcPr>
            <w:tcW w:w="4962" w:type="dxa"/>
          </w:tcPr>
          <w:p w14:paraId="1CA5FB24" w14:textId="77777777" w:rsidR="0085747A" w:rsidRPr="006B0B9C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A04648" w14:textId="508BEC1C" w:rsidR="0085747A" w:rsidRPr="006B0B9C" w:rsidRDefault="0043559C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6B0B9C" w14:paraId="3E0A8E5B" w14:textId="77777777" w:rsidTr="00923D7D">
        <w:tc>
          <w:tcPr>
            <w:tcW w:w="4962" w:type="dxa"/>
          </w:tcPr>
          <w:p w14:paraId="54C58939" w14:textId="77777777" w:rsidR="0085747A" w:rsidRPr="006B0B9C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0B9C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2E3DED" w14:textId="680290F9" w:rsidR="0085747A" w:rsidRPr="00ED77C6" w:rsidRDefault="0043559C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77C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</w:tbl>
    <w:p w14:paraId="36040A0F" w14:textId="77777777" w:rsidR="0085747A" w:rsidRPr="00043EFD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043EFD">
        <w:rPr>
          <w:b w:val="0"/>
          <w:i/>
          <w:smallCaps w:val="0"/>
          <w:sz w:val="22"/>
        </w:rPr>
        <w:t xml:space="preserve">* </w:t>
      </w:r>
      <w:r w:rsidR="00C61DC5" w:rsidRPr="00043EFD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5402A27C" w14:textId="77777777" w:rsidR="003E1941" w:rsidRPr="006B0B9C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96A522A" w14:textId="2B3AC5E5" w:rsidR="0085747A" w:rsidRPr="006B0B9C" w:rsidRDefault="0071620A" w:rsidP="00043EFD">
      <w:pPr>
        <w:pStyle w:val="Punktygwne"/>
        <w:spacing w:before="0" w:after="0"/>
        <w:rPr>
          <w:smallCaps w:val="0"/>
          <w:szCs w:val="24"/>
        </w:rPr>
      </w:pPr>
      <w:r w:rsidRPr="006B0B9C">
        <w:rPr>
          <w:smallCaps w:val="0"/>
          <w:szCs w:val="24"/>
        </w:rPr>
        <w:t xml:space="preserve">6. </w:t>
      </w:r>
      <w:r w:rsidR="0085747A" w:rsidRPr="006B0B9C">
        <w:rPr>
          <w:smallCaps w:val="0"/>
          <w:szCs w:val="24"/>
        </w:rPr>
        <w:t>PRAKTYKI ZAWO</w:t>
      </w:r>
      <w:r w:rsidR="009C1331" w:rsidRPr="006B0B9C">
        <w:rPr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6B0B9C" w14:paraId="1F812E7C" w14:textId="77777777" w:rsidTr="0031102A">
        <w:trPr>
          <w:trHeight w:val="397"/>
        </w:trPr>
        <w:tc>
          <w:tcPr>
            <w:tcW w:w="3715" w:type="dxa"/>
          </w:tcPr>
          <w:p w14:paraId="2EDF00EE" w14:textId="77777777" w:rsidR="0085747A" w:rsidRPr="006B0B9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3C3384FA" w14:textId="6DE0D0C3" w:rsidR="0085747A" w:rsidRPr="006B0B9C" w:rsidRDefault="0043559C" w:rsidP="00ED77C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="00DA4EBE" w:rsidRPr="006B0B9C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6B0B9C" w14:paraId="2465DEE2" w14:textId="77777777" w:rsidTr="0031102A">
        <w:trPr>
          <w:trHeight w:val="397"/>
        </w:trPr>
        <w:tc>
          <w:tcPr>
            <w:tcW w:w="3715" w:type="dxa"/>
          </w:tcPr>
          <w:p w14:paraId="39E0FF59" w14:textId="77777777" w:rsidR="0085747A" w:rsidRPr="006B0B9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07B0CAEF" w14:textId="2C6D22A4" w:rsidR="0085747A" w:rsidRPr="006B0B9C" w:rsidRDefault="0043559C" w:rsidP="00ED77C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</w:t>
            </w:r>
            <w:r w:rsidR="00DA4EBE" w:rsidRPr="006B0B9C">
              <w:rPr>
                <w:b w:val="0"/>
                <w:smallCaps w:val="0"/>
                <w:szCs w:val="24"/>
              </w:rPr>
              <w:t>ie dotyczy</w:t>
            </w:r>
          </w:p>
        </w:tc>
      </w:tr>
    </w:tbl>
    <w:p w14:paraId="73245672" w14:textId="77777777" w:rsidR="003E1941" w:rsidRPr="006B0B9C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F0ADF2E" w14:textId="13D9F28D" w:rsidR="00675843" w:rsidRPr="006B0B9C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6B0B9C">
        <w:rPr>
          <w:smallCaps w:val="0"/>
          <w:szCs w:val="24"/>
        </w:rPr>
        <w:t xml:space="preserve">7. </w:t>
      </w:r>
      <w:r w:rsidR="0085747A" w:rsidRPr="006B0B9C">
        <w:rPr>
          <w:smallCaps w:val="0"/>
          <w:szCs w:val="24"/>
        </w:rPr>
        <w:t>LITERATURA</w:t>
      </w:r>
      <w:r w:rsidRPr="006B0B9C">
        <w:rPr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6B0B9C" w14:paraId="5729AA55" w14:textId="77777777" w:rsidTr="006B0B9C">
        <w:trPr>
          <w:trHeight w:val="397"/>
        </w:trPr>
        <w:tc>
          <w:tcPr>
            <w:tcW w:w="5000" w:type="pct"/>
          </w:tcPr>
          <w:p w14:paraId="299F8F3A" w14:textId="0AA8F928" w:rsidR="009A623D" w:rsidRPr="00043EFD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043EFD">
              <w:rPr>
                <w:smallCaps w:val="0"/>
                <w:szCs w:val="24"/>
              </w:rPr>
              <w:t>Literatura podstawowa:</w:t>
            </w:r>
          </w:p>
          <w:p w14:paraId="5F8207EE" w14:textId="77777777" w:rsidR="00ED77C6" w:rsidRPr="006B0B9C" w:rsidRDefault="00ED77C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F6B2A62" w14:textId="2D9AC09D" w:rsidR="000B6973" w:rsidRPr="006B0B9C" w:rsidRDefault="000B697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B0B9C">
              <w:rPr>
                <w:b w:val="0"/>
                <w:smallCaps w:val="0"/>
                <w:szCs w:val="24"/>
              </w:rPr>
              <w:t xml:space="preserve">Borkowska, M. (2018). </w:t>
            </w:r>
            <w:r w:rsidRPr="006B0B9C">
              <w:rPr>
                <w:b w:val="0"/>
                <w:i/>
                <w:iCs/>
                <w:smallCaps w:val="0"/>
                <w:szCs w:val="24"/>
              </w:rPr>
              <w:t>Integracja sensoryczna w rozwoju dziecka: podstawy neurofizjologiczne</w:t>
            </w:r>
            <w:r w:rsidRPr="006B0B9C">
              <w:rPr>
                <w:b w:val="0"/>
                <w:smallCaps w:val="0"/>
                <w:szCs w:val="24"/>
              </w:rPr>
              <w:t xml:space="preserve">. </w:t>
            </w:r>
            <w:r w:rsidR="00210FBF" w:rsidRPr="006B0B9C">
              <w:rPr>
                <w:b w:val="0"/>
                <w:smallCaps w:val="0"/>
                <w:szCs w:val="24"/>
              </w:rPr>
              <w:t xml:space="preserve">Gdańsk: </w:t>
            </w:r>
            <w:r w:rsidRPr="006B0B9C">
              <w:rPr>
                <w:b w:val="0"/>
                <w:smallCaps w:val="0"/>
                <w:szCs w:val="24"/>
              </w:rPr>
              <w:t>Harmonia.</w:t>
            </w:r>
          </w:p>
          <w:p w14:paraId="5C454071" w14:textId="52FE7B79" w:rsidR="00980E9A" w:rsidRPr="006B0B9C" w:rsidRDefault="00980E9A" w:rsidP="00980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 xml:space="preserve">Guzy, A. (2013). </w:t>
            </w:r>
            <w:r w:rsidRPr="006B0B9C">
              <w:rPr>
                <w:rFonts w:ascii="Times New Roman" w:hAnsi="Times New Roman"/>
                <w:i/>
                <w:iCs/>
                <w:sz w:val="24"/>
                <w:szCs w:val="24"/>
              </w:rPr>
              <w:t>Praca z uczniem o specjalnych potrzebach edukacyjnych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164DB" w:rsidRPr="006B0B9C">
              <w:rPr>
                <w:rFonts w:ascii="Times New Roman" w:hAnsi="Times New Roman"/>
                <w:sz w:val="24"/>
                <w:szCs w:val="24"/>
              </w:rPr>
              <w:t>T. 2.</w:t>
            </w:r>
            <w:r w:rsidR="00210FBF" w:rsidRPr="006B0B9C">
              <w:rPr>
                <w:rFonts w:ascii="Times New Roman" w:hAnsi="Times New Roman"/>
                <w:sz w:val="24"/>
                <w:szCs w:val="24"/>
              </w:rPr>
              <w:t xml:space="preserve"> Kielce: </w:t>
            </w:r>
            <w:r w:rsidR="0043559C">
              <w:rPr>
                <w:rFonts w:ascii="Times New Roman" w:hAnsi="Times New Roman"/>
                <w:sz w:val="24"/>
                <w:szCs w:val="24"/>
              </w:rPr>
              <w:t>Wydawnictwo Pedagogiczne ZNP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BD772AA" w14:textId="31DD764F" w:rsidR="00476351" w:rsidRPr="006B0B9C" w:rsidRDefault="00476351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6B0B9C">
              <w:rPr>
                <w:b w:val="0"/>
                <w:smallCaps w:val="0"/>
                <w:color w:val="000000"/>
                <w:szCs w:val="24"/>
              </w:rPr>
              <w:t xml:space="preserve">Słupek, K. (2018). </w:t>
            </w:r>
            <w:r w:rsidRPr="006B0B9C">
              <w:rPr>
                <w:b w:val="0"/>
                <w:i/>
                <w:iCs/>
                <w:smallCaps w:val="0"/>
                <w:color w:val="000000"/>
                <w:szCs w:val="24"/>
              </w:rPr>
              <w:t>Uczniowie ze specjalnymi potrzebami edukacyjnymi. Pomoc psychologiczno-pedagogiczna, dostosowanie wymagań.</w:t>
            </w:r>
            <w:r w:rsidRPr="006B0B9C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="00210FBF" w:rsidRPr="006B0B9C">
              <w:rPr>
                <w:b w:val="0"/>
                <w:smallCaps w:val="0"/>
                <w:color w:val="000000"/>
                <w:szCs w:val="24"/>
              </w:rPr>
              <w:t xml:space="preserve">Gdańsk: </w:t>
            </w:r>
            <w:r w:rsidRPr="006B0B9C">
              <w:rPr>
                <w:b w:val="0"/>
                <w:smallCaps w:val="0"/>
                <w:color w:val="000000"/>
                <w:szCs w:val="24"/>
              </w:rPr>
              <w:t>Wydawnictwo Harmonia.</w:t>
            </w:r>
          </w:p>
          <w:p w14:paraId="6F20C4C5" w14:textId="2173A9FC" w:rsidR="009A623D" w:rsidRPr="006B0B9C" w:rsidRDefault="009A623D" w:rsidP="00980E9A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1C3882" w:rsidRPr="006B0B9C" w14:paraId="4A1283F2" w14:textId="77777777" w:rsidTr="006B0B9C">
        <w:trPr>
          <w:trHeight w:val="397"/>
        </w:trPr>
        <w:tc>
          <w:tcPr>
            <w:tcW w:w="5000" w:type="pct"/>
            <w:vAlign w:val="center"/>
          </w:tcPr>
          <w:p w14:paraId="46187B48" w14:textId="54762428" w:rsidR="0043559C" w:rsidRPr="00043EFD" w:rsidRDefault="0043559C" w:rsidP="0043559C">
            <w:pPr>
              <w:pStyle w:val="Punktygwne"/>
              <w:spacing w:before="0" w:after="0"/>
              <w:rPr>
                <w:smallCaps w:val="0"/>
              </w:rPr>
            </w:pPr>
            <w:r w:rsidRPr="00043EFD">
              <w:rPr>
                <w:smallCaps w:val="0"/>
              </w:rPr>
              <w:t xml:space="preserve">Literatura uzupełniająca: </w:t>
            </w:r>
          </w:p>
          <w:p w14:paraId="698F1539" w14:textId="77777777" w:rsidR="00ED77C6" w:rsidRPr="0043559C" w:rsidRDefault="00ED77C6" w:rsidP="0043559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49D4585A" w14:textId="3279C5EA" w:rsidR="00E7485F" w:rsidRPr="006B0B9C" w:rsidRDefault="00E7485F" w:rsidP="00A24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762F">
              <w:rPr>
                <w:rFonts w:ascii="Times New Roman" w:hAnsi="Times New Roman"/>
                <w:sz w:val="24"/>
                <w:szCs w:val="24"/>
              </w:rPr>
              <w:t>Guare</w:t>
            </w:r>
            <w:proofErr w:type="spellEnd"/>
            <w:r w:rsidRPr="006E762F">
              <w:rPr>
                <w:rFonts w:ascii="Times New Roman" w:hAnsi="Times New Roman"/>
                <w:sz w:val="24"/>
                <w:szCs w:val="24"/>
              </w:rPr>
              <w:t xml:space="preserve"> R., Dawson P., </w:t>
            </w:r>
            <w:proofErr w:type="spellStart"/>
            <w:r w:rsidRPr="006E762F">
              <w:rPr>
                <w:rFonts w:ascii="Times New Roman" w:hAnsi="Times New Roman"/>
                <w:sz w:val="24"/>
                <w:szCs w:val="24"/>
              </w:rPr>
              <w:t>Guare</w:t>
            </w:r>
            <w:proofErr w:type="spellEnd"/>
            <w:r w:rsidRPr="006E762F">
              <w:rPr>
                <w:rFonts w:ascii="Times New Roman" w:hAnsi="Times New Roman"/>
                <w:sz w:val="24"/>
                <w:szCs w:val="24"/>
              </w:rPr>
              <w:t xml:space="preserve"> C. (2019). </w:t>
            </w:r>
            <w:r w:rsidRPr="006B0B9C">
              <w:rPr>
                <w:rFonts w:ascii="Times New Roman" w:hAnsi="Times New Roman"/>
                <w:i/>
                <w:iCs/>
                <w:sz w:val="24"/>
                <w:szCs w:val="24"/>
              </w:rPr>
              <w:t>Nastolatki zdolne, ale rozkojarzone. Trening umiejętności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>. Kraków</w:t>
            </w:r>
            <w:r w:rsidR="00210FBF" w:rsidRPr="006B0B9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210FBF" w:rsidRPr="006B0B9C">
              <w:rPr>
                <w:rFonts w:ascii="Times New Roman" w:hAnsi="Times New Roman"/>
                <w:sz w:val="24"/>
                <w:szCs w:val="24"/>
              </w:rPr>
              <w:t>Wydawn</w:t>
            </w:r>
            <w:proofErr w:type="spellEnd"/>
            <w:r w:rsidR="00210FBF" w:rsidRPr="006B0B9C">
              <w:rPr>
                <w:rFonts w:ascii="Times New Roman" w:hAnsi="Times New Roman"/>
                <w:sz w:val="24"/>
                <w:szCs w:val="24"/>
              </w:rPr>
              <w:t>. UJ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99EDD4D" w14:textId="5912DD0D" w:rsidR="0036449E" w:rsidRPr="006B0B9C" w:rsidRDefault="0036449E" w:rsidP="00A24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Guzy, A.</w:t>
            </w:r>
            <w:r w:rsidR="00C164DB" w:rsidRPr="006B0B9C">
              <w:rPr>
                <w:rFonts w:ascii="Times New Roman" w:hAnsi="Times New Roman"/>
                <w:sz w:val="24"/>
                <w:szCs w:val="24"/>
              </w:rPr>
              <w:t xml:space="preserve">, Krzyżyk, D. 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 xml:space="preserve"> (201</w:t>
            </w:r>
            <w:r w:rsidR="00C164DB" w:rsidRPr="006B0B9C">
              <w:rPr>
                <w:rFonts w:ascii="Times New Roman" w:hAnsi="Times New Roman"/>
                <w:sz w:val="24"/>
                <w:szCs w:val="24"/>
              </w:rPr>
              <w:t>2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6B0B9C">
              <w:rPr>
                <w:rFonts w:ascii="Times New Roman" w:hAnsi="Times New Roman"/>
                <w:i/>
                <w:iCs/>
                <w:sz w:val="24"/>
                <w:szCs w:val="24"/>
              </w:rPr>
              <w:t>Praca z uczniem o specjalnych potrzebach edukacyjnych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>.</w:t>
            </w:r>
            <w:r w:rsidR="00980E9A" w:rsidRPr="006B0B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64DB" w:rsidRPr="006B0B9C">
              <w:rPr>
                <w:rFonts w:ascii="Times New Roman" w:hAnsi="Times New Roman"/>
                <w:sz w:val="24"/>
                <w:szCs w:val="24"/>
              </w:rPr>
              <w:t xml:space="preserve">T. 1. </w:t>
            </w:r>
            <w:r w:rsidR="00210FBF" w:rsidRPr="006B0B9C">
              <w:rPr>
                <w:rFonts w:ascii="Times New Roman" w:hAnsi="Times New Roman"/>
                <w:sz w:val="24"/>
                <w:szCs w:val="24"/>
              </w:rPr>
              <w:t xml:space="preserve">Kielce: 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>Wydawnictwo Pedagogiczne ZNP.</w:t>
            </w:r>
          </w:p>
          <w:p w14:paraId="2EC39677" w14:textId="216907DB" w:rsidR="006C0444" w:rsidRPr="006B0B9C" w:rsidRDefault="006C0444" w:rsidP="00A24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B9C">
              <w:rPr>
                <w:rFonts w:ascii="Times New Roman" w:hAnsi="Times New Roman"/>
                <w:sz w:val="24"/>
                <w:szCs w:val="24"/>
              </w:rPr>
              <w:t>Jegier</w:t>
            </w:r>
            <w:r w:rsidR="009B08C2" w:rsidRPr="006B0B9C">
              <w:rPr>
                <w:rFonts w:ascii="Times New Roman" w:hAnsi="Times New Roman"/>
                <w:sz w:val="24"/>
                <w:szCs w:val="24"/>
              </w:rPr>
              <w:t>,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 xml:space="preserve"> A., </w:t>
            </w:r>
            <w:proofErr w:type="spellStart"/>
            <w:r w:rsidRPr="006B0B9C">
              <w:rPr>
                <w:rFonts w:ascii="Times New Roman" w:hAnsi="Times New Roman"/>
                <w:sz w:val="24"/>
                <w:szCs w:val="24"/>
              </w:rPr>
              <w:t>Szurowska</w:t>
            </w:r>
            <w:proofErr w:type="spellEnd"/>
            <w:r w:rsidR="009B08C2" w:rsidRPr="006B0B9C">
              <w:rPr>
                <w:rFonts w:ascii="Times New Roman" w:hAnsi="Times New Roman"/>
                <w:sz w:val="24"/>
                <w:szCs w:val="24"/>
              </w:rPr>
              <w:t xml:space="preserve">, B. (2017). </w:t>
            </w:r>
            <w:r w:rsidR="009B08C2" w:rsidRPr="006B0B9C">
              <w:rPr>
                <w:rFonts w:ascii="Times New Roman" w:hAnsi="Times New Roman"/>
                <w:i/>
                <w:iCs/>
                <w:sz w:val="24"/>
                <w:szCs w:val="24"/>
              </w:rPr>
              <w:t>Umiejętności społeczne dzieci. Kształtowanie rozwoju emocjonalno-społecznego dzieci w normie rozwojowej i ze specjalnymi potrzebami edukacyjnymi</w:t>
            </w:r>
            <w:r w:rsidR="009B08C2" w:rsidRPr="006B0B9C">
              <w:rPr>
                <w:rFonts w:ascii="Times New Roman" w:hAnsi="Times New Roman"/>
                <w:sz w:val="24"/>
                <w:szCs w:val="24"/>
              </w:rPr>
              <w:t>. Warszawa</w:t>
            </w:r>
            <w:r w:rsidR="00210FBF" w:rsidRPr="006B0B9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210FBF" w:rsidRPr="006B0B9C">
              <w:rPr>
                <w:rFonts w:ascii="Times New Roman" w:hAnsi="Times New Roman"/>
                <w:sz w:val="24"/>
                <w:szCs w:val="24"/>
              </w:rPr>
              <w:t>Difin</w:t>
            </w:r>
            <w:proofErr w:type="spellEnd"/>
            <w:r w:rsidR="009B08C2" w:rsidRPr="006B0B9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550E91C" w14:textId="11C41DDD" w:rsidR="00A248B0" w:rsidRPr="006B0B9C" w:rsidRDefault="00A248B0" w:rsidP="00A24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0B9C">
              <w:rPr>
                <w:rFonts w:ascii="Times New Roman" w:hAnsi="Times New Roman"/>
                <w:sz w:val="24"/>
                <w:szCs w:val="24"/>
              </w:rPr>
              <w:t>Krasowicz</w:t>
            </w:r>
            <w:proofErr w:type="spellEnd"/>
            <w:r w:rsidRPr="006B0B9C">
              <w:rPr>
                <w:rFonts w:ascii="Times New Roman" w:hAnsi="Times New Roman"/>
                <w:sz w:val="24"/>
                <w:szCs w:val="24"/>
              </w:rPr>
              <w:t>-Kupis</w:t>
            </w:r>
            <w:r w:rsidR="00210FBF" w:rsidRPr="006B0B9C">
              <w:rPr>
                <w:rFonts w:ascii="Times New Roman" w:hAnsi="Times New Roman"/>
                <w:sz w:val="24"/>
                <w:szCs w:val="24"/>
              </w:rPr>
              <w:t>,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 xml:space="preserve"> G.(2009). </w:t>
            </w:r>
            <w:r w:rsidRPr="006B0B9C">
              <w:rPr>
                <w:rFonts w:ascii="Times New Roman" w:hAnsi="Times New Roman"/>
                <w:i/>
                <w:sz w:val="24"/>
                <w:szCs w:val="24"/>
              </w:rPr>
              <w:t>Diagnoza dysleksji. Najważniejsze problemy</w:t>
            </w:r>
            <w:r w:rsidR="00210FBF" w:rsidRPr="006B0B9C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210FBF" w:rsidRPr="006B0B9C">
              <w:rPr>
                <w:rFonts w:ascii="Times New Roman" w:hAnsi="Times New Roman"/>
                <w:sz w:val="24"/>
                <w:szCs w:val="24"/>
              </w:rPr>
              <w:t xml:space="preserve">Gdańsk: 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>Wydawnictwo Harmonia.</w:t>
            </w:r>
          </w:p>
          <w:p w14:paraId="04729AB7" w14:textId="748D0994" w:rsidR="00C571D6" w:rsidRPr="006B0B9C" w:rsidRDefault="00C571D6" w:rsidP="00C571D6">
            <w:pPr>
              <w:pStyle w:val="Podtytu"/>
              <w:jc w:val="both"/>
              <w:rPr>
                <w:bCs/>
                <w:sz w:val="24"/>
                <w:szCs w:val="24"/>
              </w:rPr>
            </w:pPr>
            <w:r w:rsidRPr="006B0B9C">
              <w:rPr>
                <w:bCs/>
                <w:i/>
                <w:sz w:val="24"/>
                <w:szCs w:val="24"/>
              </w:rPr>
              <w:lastRenderedPageBreak/>
              <w:t>O</w:t>
            </w:r>
            <w:r w:rsidRPr="006B0B9C">
              <w:rPr>
                <w:bCs/>
                <w:sz w:val="24"/>
                <w:szCs w:val="24"/>
              </w:rPr>
              <w:t xml:space="preserve">chojska D. (2011) </w:t>
            </w:r>
            <w:r w:rsidRPr="006B0B9C">
              <w:rPr>
                <w:bCs/>
                <w:i/>
                <w:sz w:val="24"/>
                <w:szCs w:val="24"/>
              </w:rPr>
              <w:t xml:space="preserve">Psychologiczne wyznaczniki efektywnego funkcjonowania ucznia w szkole, </w:t>
            </w:r>
            <w:r w:rsidRPr="006B0B9C">
              <w:rPr>
                <w:bCs/>
                <w:sz w:val="24"/>
                <w:szCs w:val="24"/>
              </w:rPr>
              <w:t xml:space="preserve">[w:] </w:t>
            </w:r>
            <w:r w:rsidR="0043559C">
              <w:rPr>
                <w:bCs/>
                <w:sz w:val="24"/>
                <w:szCs w:val="24"/>
              </w:rPr>
              <w:t xml:space="preserve">B. </w:t>
            </w:r>
            <w:proofErr w:type="spellStart"/>
            <w:r w:rsidR="0043559C">
              <w:rPr>
                <w:bCs/>
                <w:sz w:val="24"/>
                <w:szCs w:val="24"/>
              </w:rPr>
              <w:t>Szluz</w:t>
            </w:r>
            <w:proofErr w:type="spellEnd"/>
            <w:r w:rsidR="0043559C">
              <w:rPr>
                <w:bCs/>
                <w:sz w:val="24"/>
                <w:szCs w:val="24"/>
              </w:rPr>
              <w:t xml:space="preserve"> i W. Walc</w:t>
            </w:r>
            <w:r w:rsidRPr="006B0B9C">
              <w:rPr>
                <w:bCs/>
                <w:sz w:val="24"/>
                <w:szCs w:val="24"/>
              </w:rPr>
              <w:t xml:space="preserve"> (red.), </w:t>
            </w:r>
            <w:r w:rsidRPr="006B0B9C">
              <w:rPr>
                <w:bCs/>
                <w:i/>
                <w:sz w:val="24"/>
                <w:szCs w:val="24"/>
              </w:rPr>
              <w:t>Rodzina, szkoła, środowisko lokalne. Współczesne wyzwania</w:t>
            </w:r>
            <w:r w:rsidR="00210FBF" w:rsidRPr="006B0B9C">
              <w:rPr>
                <w:bCs/>
                <w:i/>
                <w:sz w:val="24"/>
                <w:szCs w:val="24"/>
              </w:rPr>
              <w:t xml:space="preserve">. </w:t>
            </w:r>
            <w:r w:rsidRPr="006B0B9C">
              <w:rPr>
                <w:bCs/>
                <w:sz w:val="24"/>
                <w:szCs w:val="24"/>
              </w:rPr>
              <w:t>Rzeszów</w:t>
            </w:r>
            <w:r w:rsidR="00210FBF" w:rsidRPr="006B0B9C">
              <w:rPr>
                <w:bCs/>
                <w:sz w:val="24"/>
                <w:szCs w:val="24"/>
              </w:rPr>
              <w:t>:</w:t>
            </w:r>
            <w:r w:rsidRPr="006B0B9C">
              <w:rPr>
                <w:bCs/>
                <w:sz w:val="24"/>
                <w:szCs w:val="24"/>
              </w:rPr>
              <w:t xml:space="preserve"> </w:t>
            </w:r>
            <w:r w:rsidR="00210FBF" w:rsidRPr="006B0B9C">
              <w:rPr>
                <w:bCs/>
                <w:sz w:val="24"/>
                <w:szCs w:val="24"/>
              </w:rPr>
              <w:t xml:space="preserve">Wydawnictwo KORAW Dorota </w:t>
            </w:r>
            <w:proofErr w:type="spellStart"/>
            <w:r w:rsidR="00210FBF" w:rsidRPr="006B0B9C">
              <w:rPr>
                <w:bCs/>
                <w:sz w:val="24"/>
                <w:szCs w:val="24"/>
              </w:rPr>
              <w:t>Kocząb</w:t>
            </w:r>
            <w:proofErr w:type="spellEnd"/>
            <w:r w:rsidR="00210FBF" w:rsidRPr="006B0B9C">
              <w:rPr>
                <w:bCs/>
                <w:sz w:val="24"/>
                <w:szCs w:val="24"/>
              </w:rPr>
              <w:t xml:space="preserve">. </w:t>
            </w:r>
          </w:p>
          <w:p w14:paraId="637598F6" w14:textId="61B56794" w:rsidR="004C747D" w:rsidRPr="006B0B9C" w:rsidRDefault="005E5087" w:rsidP="009B08C2">
            <w:pPr>
              <w:pStyle w:val="Podtytu"/>
              <w:jc w:val="both"/>
              <w:rPr>
                <w:sz w:val="24"/>
                <w:szCs w:val="24"/>
              </w:rPr>
            </w:pPr>
            <w:r w:rsidRPr="006B0B9C">
              <w:rPr>
                <w:iCs/>
                <w:sz w:val="24"/>
                <w:szCs w:val="24"/>
              </w:rPr>
              <w:t>Ochojska, D., Wańczyk-Welc</w:t>
            </w:r>
            <w:r w:rsidR="0043559C">
              <w:rPr>
                <w:iCs/>
                <w:sz w:val="24"/>
                <w:szCs w:val="24"/>
              </w:rPr>
              <w:t>,</w:t>
            </w:r>
            <w:r w:rsidRPr="006B0B9C">
              <w:rPr>
                <w:iCs/>
                <w:sz w:val="24"/>
                <w:szCs w:val="24"/>
              </w:rPr>
              <w:t xml:space="preserve"> A. (2017). </w:t>
            </w:r>
            <w:r w:rsidR="004C747D" w:rsidRPr="006B0B9C">
              <w:rPr>
                <w:i/>
                <w:sz w:val="24"/>
                <w:szCs w:val="24"/>
              </w:rPr>
              <w:t xml:space="preserve">Formy wspierania rozwoju dziecka przez rodziców a doświadczenia z własnego dzieciństwa, </w:t>
            </w:r>
            <w:r w:rsidR="004C747D" w:rsidRPr="006B0B9C">
              <w:rPr>
                <w:sz w:val="24"/>
                <w:szCs w:val="24"/>
              </w:rPr>
              <w:t xml:space="preserve">W: J. </w:t>
            </w:r>
            <w:proofErr w:type="spellStart"/>
            <w:r w:rsidR="004C747D" w:rsidRPr="006B0B9C">
              <w:rPr>
                <w:sz w:val="24"/>
                <w:szCs w:val="24"/>
              </w:rPr>
              <w:t>Brągiel</w:t>
            </w:r>
            <w:proofErr w:type="spellEnd"/>
            <w:r w:rsidR="004C747D" w:rsidRPr="006B0B9C">
              <w:rPr>
                <w:sz w:val="24"/>
                <w:szCs w:val="24"/>
              </w:rPr>
              <w:t xml:space="preserve">, B. Górnicka (red.), </w:t>
            </w:r>
            <w:r w:rsidR="004C747D" w:rsidRPr="006B0B9C">
              <w:rPr>
                <w:i/>
                <w:sz w:val="24"/>
                <w:szCs w:val="24"/>
              </w:rPr>
              <w:t>Rodzicielstwo w różnych fazach rozwoju rodziny</w:t>
            </w:r>
            <w:r w:rsidR="00210FBF" w:rsidRPr="006B0B9C">
              <w:rPr>
                <w:i/>
                <w:sz w:val="24"/>
                <w:szCs w:val="24"/>
              </w:rPr>
              <w:t>.</w:t>
            </w:r>
            <w:r w:rsidR="004C747D" w:rsidRPr="006B0B9C">
              <w:rPr>
                <w:sz w:val="24"/>
                <w:szCs w:val="24"/>
              </w:rPr>
              <w:t xml:space="preserve"> </w:t>
            </w:r>
            <w:r w:rsidR="00210FBF" w:rsidRPr="006B0B9C">
              <w:rPr>
                <w:sz w:val="24"/>
                <w:szCs w:val="24"/>
              </w:rPr>
              <w:t xml:space="preserve">Opole: </w:t>
            </w:r>
            <w:r w:rsidR="004C747D" w:rsidRPr="006B0B9C">
              <w:rPr>
                <w:sz w:val="24"/>
                <w:szCs w:val="24"/>
              </w:rPr>
              <w:t>Wydawnictwo Uniwersytetu Opolskiego</w:t>
            </w:r>
            <w:r w:rsidRPr="006B0B9C">
              <w:rPr>
                <w:sz w:val="24"/>
                <w:szCs w:val="24"/>
              </w:rPr>
              <w:t xml:space="preserve">. </w:t>
            </w:r>
            <w:r w:rsidR="004C747D" w:rsidRPr="006B0B9C">
              <w:rPr>
                <w:sz w:val="24"/>
                <w:szCs w:val="24"/>
              </w:rPr>
              <w:t xml:space="preserve"> </w:t>
            </w:r>
          </w:p>
          <w:p w14:paraId="7C0B9D60" w14:textId="082E1BC1" w:rsidR="00A248B0" w:rsidRPr="006B0B9C" w:rsidRDefault="00A248B0" w:rsidP="00A24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0B9C">
              <w:rPr>
                <w:rFonts w:ascii="Times New Roman" w:hAnsi="Times New Roman"/>
                <w:sz w:val="24"/>
                <w:szCs w:val="24"/>
              </w:rPr>
              <w:t>Radochoński</w:t>
            </w:r>
            <w:proofErr w:type="spellEnd"/>
            <w:r w:rsidR="00210FBF" w:rsidRPr="006B0B9C">
              <w:rPr>
                <w:rFonts w:ascii="Times New Roman" w:hAnsi="Times New Roman"/>
                <w:sz w:val="24"/>
                <w:szCs w:val="24"/>
              </w:rPr>
              <w:t>,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 xml:space="preserve"> M.</w:t>
            </w:r>
            <w:r w:rsidR="003E3948" w:rsidRPr="006B0B9C">
              <w:rPr>
                <w:rFonts w:ascii="Times New Roman" w:hAnsi="Times New Roman"/>
                <w:sz w:val="24"/>
                <w:szCs w:val="24"/>
              </w:rPr>
              <w:t xml:space="preserve"> (2009)</w:t>
            </w:r>
            <w:r w:rsidRPr="006B0B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B0B9C">
              <w:rPr>
                <w:rFonts w:ascii="Times New Roman" w:hAnsi="Times New Roman"/>
                <w:i/>
                <w:sz w:val="24"/>
                <w:szCs w:val="24"/>
              </w:rPr>
              <w:t xml:space="preserve">Psychopatologia życia emocjonalnego dzieci i młodzieży, </w:t>
            </w:r>
            <w:r w:rsidR="00210FBF" w:rsidRPr="006B0B9C">
              <w:rPr>
                <w:rFonts w:ascii="Times New Roman" w:hAnsi="Times New Roman"/>
                <w:sz w:val="24"/>
                <w:szCs w:val="24"/>
              </w:rPr>
              <w:t xml:space="preserve">Rzeszów:  </w:t>
            </w:r>
            <w:proofErr w:type="spellStart"/>
            <w:r w:rsidRPr="006B0B9C">
              <w:rPr>
                <w:rFonts w:ascii="Times New Roman" w:hAnsi="Times New Roman"/>
                <w:sz w:val="24"/>
                <w:szCs w:val="24"/>
              </w:rPr>
              <w:t>Wydawn</w:t>
            </w:r>
            <w:proofErr w:type="spellEnd"/>
            <w:r w:rsidRPr="006B0B9C">
              <w:rPr>
                <w:rFonts w:ascii="Times New Roman" w:hAnsi="Times New Roman"/>
                <w:sz w:val="24"/>
                <w:szCs w:val="24"/>
              </w:rPr>
              <w:t>. UR.</w:t>
            </w:r>
          </w:p>
          <w:p w14:paraId="747866F4" w14:textId="55237CD2" w:rsidR="001C3882" w:rsidRPr="006B0B9C" w:rsidRDefault="00980E9A" w:rsidP="00437BE4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6B0B9C">
              <w:rPr>
                <w:b w:val="0"/>
                <w:smallCaps w:val="0"/>
                <w:color w:val="000000"/>
                <w:szCs w:val="24"/>
              </w:rPr>
              <w:t xml:space="preserve">Święcicka, J. (2010). </w:t>
            </w:r>
            <w:r w:rsidRPr="006B0B9C">
              <w:rPr>
                <w:b w:val="0"/>
                <w:i/>
                <w:iCs/>
                <w:smallCaps w:val="0"/>
                <w:color w:val="000000"/>
                <w:szCs w:val="24"/>
              </w:rPr>
              <w:t>Uczeń z zespołem Aspergera: praktyczne wskazówki dla nauczyciela</w:t>
            </w:r>
            <w:r w:rsidRPr="006B0B9C">
              <w:rPr>
                <w:b w:val="0"/>
                <w:smallCaps w:val="0"/>
                <w:color w:val="000000"/>
                <w:szCs w:val="24"/>
              </w:rPr>
              <w:t xml:space="preserve">. </w:t>
            </w:r>
            <w:r w:rsidR="00210FBF" w:rsidRPr="006B0B9C">
              <w:rPr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6B0B9C">
              <w:rPr>
                <w:b w:val="0"/>
                <w:smallCaps w:val="0"/>
                <w:color w:val="000000"/>
                <w:szCs w:val="24"/>
              </w:rPr>
              <w:t>Oficyna Wydawnicza „Impuls”.</w:t>
            </w:r>
          </w:p>
        </w:tc>
      </w:tr>
    </w:tbl>
    <w:p w14:paraId="435CA492" w14:textId="77777777" w:rsidR="0085747A" w:rsidRPr="006B0B9C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54223DB8" w14:textId="77777777" w:rsidR="0085747A" w:rsidRPr="006B0B9C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40A69D07" w14:textId="77777777" w:rsidR="0085747A" w:rsidRPr="006B0B9C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6B0B9C">
        <w:rPr>
          <w:b w:val="0"/>
          <w:smallCaps w:val="0"/>
          <w:szCs w:val="24"/>
        </w:rPr>
        <w:t>Akceptacja Kierownika Jednostki lub osoby upoważnionej</w:t>
      </w:r>
    </w:p>
    <w:sectPr w:rsidR="0085747A" w:rsidRPr="006B0B9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0D996" w14:textId="77777777" w:rsidR="001A6231" w:rsidRDefault="001A6231" w:rsidP="00C16ABF">
      <w:pPr>
        <w:spacing w:after="0" w:line="240" w:lineRule="auto"/>
      </w:pPr>
      <w:r>
        <w:separator/>
      </w:r>
    </w:p>
  </w:endnote>
  <w:endnote w:type="continuationSeparator" w:id="0">
    <w:p w14:paraId="00838948" w14:textId="77777777" w:rsidR="001A6231" w:rsidRDefault="001A62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A04A5" w14:textId="77777777" w:rsidR="001A6231" w:rsidRDefault="001A6231" w:rsidP="00C16ABF">
      <w:pPr>
        <w:spacing w:after="0" w:line="240" w:lineRule="auto"/>
      </w:pPr>
      <w:r>
        <w:separator/>
      </w:r>
    </w:p>
  </w:footnote>
  <w:footnote w:type="continuationSeparator" w:id="0">
    <w:p w14:paraId="2835DB05" w14:textId="77777777" w:rsidR="001A6231" w:rsidRDefault="001A6231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Pr="00ED77C6" w:rsidRDefault="0030395F">
      <w:pPr>
        <w:pStyle w:val="Tekstprzypisudolnego"/>
        <w:rPr>
          <w:rFonts w:ascii="Times New Roman" w:hAnsi="Times New Roman"/>
        </w:rPr>
      </w:pPr>
      <w:r w:rsidRPr="00ED77C6">
        <w:rPr>
          <w:rStyle w:val="Odwoanieprzypisudolnego"/>
          <w:rFonts w:ascii="Times New Roman" w:hAnsi="Times New Roman"/>
        </w:rPr>
        <w:footnoteRef/>
      </w:r>
      <w:r w:rsidRPr="00ED77C6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0D23E7"/>
    <w:multiLevelType w:val="multilevel"/>
    <w:tmpl w:val="3A80B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2807958">
    <w:abstractNumId w:val="0"/>
  </w:num>
  <w:num w:numId="2" w16cid:durableId="188648096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0A2"/>
    <w:rsid w:val="00042A51"/>
    <w:rsid w:val="00042D2E"/>
    <w:rsid w:val="00043EFD"/>
    <w:rsid w:val="00044C82"/>
    <w:rsid w:val="00070ED6"/>
    <w:rsid w:val="000742DC"/>
    <w:rsid w:val="00074FF8"/>
    <w:rsid w:val="000835F6"/>
    <w:rsid w:val="00084C12"/>
    <w:rsid w:val="000854BA"/>
    <w:rsid w:val="00087E43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B40EC"/>
    <w:rsid w:val="000B6973"/>
    <w:rsid w:val="000C55B2"/>
    <w:rsid w:val="000D04B0"/>
    <w:rsid w:val="000D338E"/>
    <w:rsid w:val="000F1C57"/>
    <w:rsid w:val="000F5615"/>
    <w:rsid w:val="00100337"/>
    <w:rsid w:val="0010631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6231"/>
    <w:rsid w:val="001A70D2"/>
    <w:rsid w:val="001B7F4B"/>
    <w:rsid w:val="001C3882"/>
    <w:rsid w:val="001D2AA0"/>
    <w:rsid w:val="001D657B"/>
    <w:rsid w:val="001D7B54"/>
    <w:rsid w:val="001E0209"/>
    <w:rsid w:val="001E1FAC"/>
    <w:rsid w:val="001F2CA2"/>
    <w:rsid w:val="001F4670"/>
    <w:rsid w:val="00210FBF"/>
    <w:rsid w:val="00212086"/>
    <w:rsid w:val="002144C0"/>
    <w:rsid w:val="002171DE"/>
    <w:rsid w:val="0022093A"/>
    <w:rsid w:val="0022477D"/>
    <w:rsid w:val="002278A9"/>
    <w:rsid w:val="00231136"/>
    <w:rsid w:val="002336F9"/>
    <w:rsid w:val="0024028F"/>
    <w:rsid w:val="00244ABC"/>
    <w:rsid w:val="002464DD"/>
    <w:rsid w:val="002504BD"/>
    <w:rsid w:val="00262B90"/>
    <w:rsid w:val="002706B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F02A3"/>
    <w:rsid w:val="002F4ABE"/>
    <w:rsid w:val="003018BA"/>
    <w:rsid w:val="0030395F"/>
    <w:rsid w:val="00305C92"/>
    <w:rsid w:val="00306A30"/>
    <w:rsid w:val="0031102A"/>
    <w:rsid w:val="003151C5"/>
    <w:rsid w:val="003343CF"/>
    <w:rsid w:val="00346FE9"/>
    <w:rsid w:val="0034759A"/>
    <w:rsid w:val="003503F6"/>
    <w:rsid w:val="003530DD"/>
    <w:rsid w:val="00363F78"/>
    <w:rsid w:val="0036449E"/>
    <w:rsid w:val="003671E3"/>
    <w:rsid w:val="0039341B"/>
    <w:rsid w:val="00395DFE"/>
    <w:rsid w:val="003A0A5B"/>
    <w:rsid w:val="003A1176"/>
    <w:rsid w:val="003C0BAE"/>
    <w:rsid w:val="003D18A9"/>
    <w:rsid w:val="003D1B9F"/>
    <w:rsid w:val="003D42F6"/>
    <w:rsid w:val="003D6CE2"/>
    <w:rsid w:val="003E1941"/>
    <w:rsid w:val="003E2FE6"/>
    <w:rsid w:val="003E3948"/>
    <w:rsid w:val="003E49D5"/>
    <w:rsid w:val="003E4F44"/>
    <w:rsid w:val="003F38C0"/>
    <w:rsid w:val="00403819"/>
    <w:rsid w:val="00414E3C"/>
    <w:rsid w:val="0042244A"/>
    <w:rsid w:val="0042745A"/>
    <w:rsid w:val="00431D5C"/>
    <w:rsid w:val="0043559C"/>
    <w:rsid w:val="004362C6"/>
    <w:rsid w:val="00437BE4"/>
    <w:rsid w:val="00437FA2"/>
    <w:rsid w:val="004400B8"/>
    <w:rsid w:val="00441860"/>
    <w:rsid w:val="00445970"/>
    <w:rsid w:val="0045729E"/>
    <w:rsid w:val="00461EFC"/>
    <w:rsid w:val="004645B4"/>
    <w:rsid w:val="004652C2"/>
    <w:rsid w:val="004706D1"/>
    <w:rsid w:val="00471326"/>
    <w:rsid w:val="0047598D"/>
    <w:rsid w:val="00476351"/>
    <w:rsid w:val="004840FD"/>
    <w:rsid w:val="00490F7D"/>
    <w:rsid w:val="00491678"/>
    <w:rsid w:val="00495AAA"/>
    <w:rsid w:val="004968E2"/>
    <w:rsid w:val="004A23B1"/>
    <w:rsid w:val="004A3EEA"/>
    <w:rsid w:val="004A4D1F"/>
    <w:rsid w:val="004A5C90"/>
    <w:rsid w:val="004C0487"/>
    <w:rsid w:val="004C0916"/>
    <w:rsid w:val="004C164F"/>
    <w:rsid w:val="004C747D"/>
    <w:rsid w:val="004D06E7"/>
    <w:rsid w:val="004D5282"/>
    <w:rsid w:val="004E422C"/>
    <w:rsid w:val="004F1551"/>
    <w:rsid w:val="004F55A3"/>
    <w:rsid w:val="0050496F"/>
    <w:rsid w:val="00513B6F"/>
    <w:rsid w:val="005164D6"/>
    <w:rsid w:val="00517C63"/>
    <w:rsid w:val="00521CA6"/>
    <w:rsid w:val="00526C94"/>
    <w:rsid w:val="00530268"/>
    <w:rsid w:val="00534302"/>
    <w:rsid w:val="005363C4"/>
    <w:rsid w:val="00536BDE"/>
    <w:rsid w:val="00543ACC"/>
    <w:rsid w:val="0056696D"/>
    <w:rsid w:val="00573EF9"/>
    <w:rsid w:val="0059484D"/>
    <w:rsid w:val="005A0855"/>
    <w:rsid w:val="005A3196"/>
    <w:rsid w:val="005A6957"/>
    <w:rsid w:val="005C080F"/>
    <w:rsid w:val="005C55E5"/>
    <w:rsid w:val="005C696A"/>
    <w:rsid w:val="005D005F"/>
    <w:rsid w:val="005E10D0"/>
    <w:rsid w:val="005E5087"/>
    <w:rsid w:val="005E6E85"/>
    <w:rsid w:val="005F31D2"/>
    <w:rsid w:val="005F6ADC"/>
    <w:rsid w:val="0060139F"/>
    <w:rsid w:val="006070B7"/>
    <w:rsid w:val="0061029B"/>
    <w:rsid w:val="006112C3"/>
    <w:rsid w:val="00617230"/>
    <w:rsid w:val="00621CE1"/>
    <w:rsid w:val="00623812"/>
    <w:rsid w:val="00624891"/>
    <w:rsid w:val="00627FC9"/>
    <w:rsid w:val="00645311"/>
    <w:rsid w:val="00647FA8"/>
    <w:rsid w:val="00650C5F"/>
    <w:rsid w:val="00654934"/>
    <w:rsid w:val="006620D9"/>
    <w:rsid w:val="00671958"/>
    <w:rsid w:val="00675843"/>
    <w:rsid w:val="00696477"/>
    <w:rsid w:val="006A40BB"/>
    <w:rsid w:val="006A5EAC"/>
    <w:rsid w:val="006A71D4"/>
    <w:rsid w:val="006B0B9C"/>
    <w:rsid w:val="006B6B58"/>
    <w:rsid w:val="006C0444"/>
    <w:rsid w:val="006D050F"/>
    <w:rsid w:val="006D1A90"/>
    <w:rsid w:val="006D6139"/>
    <w:rsid w:val="006E5D65"/>
    <w:rsid w:val="006E6FAD"/>
    <w:rsid w:val="006E762F"/>
    <w:rsid w:val="006F1282"/>
    <w:rsid w:val="006F1FBC"/>
    <w:rsid w:val="006F31E2"/>
    <w:rsid w:val="00703947"/>
    <w:rsid w:val="00706544"/>
    <w:rsid w:val="007072BA"/>
    <w:rsid w:val="0071620A"/>
    <w:rsid w:val="0072261B"/>
    <w:rsid w:val="00724677"/>
    <w:rsid w:val="00725459"/>
    <w:rsid w:val="00726DB0"/>
    <w:rsid w:val="007327BD"/>
    <w:rsid w:val="00734608"/>
    <w:rsid w:val="00745302"/>
    <w:rsid w:val="007461D6"/>
    <w:rsid w:val="00746EC8"/>
    <w:rsid w:val="00763BF1"/>
    <w:rsid w:val="00766FD4"/>
    <w:rsid w:val="007717CE"/>
    <w:rsid w:val="0078168C"/>
    <w:rsid w:val="00787C2A"/>
    <w:rsid w:val="00790E27"/>
    <w:rsid w:val="007A4022"/>
    <w:rsid w:val="007A6E6E"/>
    <w:rsid w:val="007B250C"/>
    <w:rsid w:val="007C3299"/>
    <w:rsid w:val="007C3BCC"/>
    <w:rsid w:val="007C4546"/>
    <w:rsid w:val="007D6E56"/>
    <w:rsid w:val="007F1652"/>
    <w:rsid w:val="007F4155"/>
    <w:rsid w:val="008016FC"/>
    <w:rsid w:val="0081554D"/>
    <w:rsid w:val="0081707E"/>
    <w:rsid w:val="00835EB2"/>
    <w:rsid w:val="008429EC"/>
    <w:rsid w:val="00843AE6"/>
    <w:rsid w:val="008449B3"/>
    <w:rsid w:val="0085747A"/>
    <w:rsid w:val="0086161E"/>
    <w:rsid w:val="00862D0D"/>
    <w:rsid w:val="00884922"/>
    <w:rsid w:val="00885F64"/>
    <w:rsid w:val="00886473"/>
    <w:rsid w:val="008870F6"/>
    <w:rsid w:val="008917F9"/>
    <w:rsid w:val="00891F94"/>
    <w:rsid w:val="008A2761"/>
    <w:rsid w:val="008A45F7"/>
    <w:rsid w:val="008B3A1C"/>
    <w:rsid w:val="008B43D7"/>
    <w:rsid w:val="008B45CB"/>
    <w:rsid w:val="008B55F6"/>
    <w:rsid w:val="008C0CC0"/>
    <w:rsid w:val="008C19A9"/>
    <w:rsid w:val="008C379D"/>
    <w:rsid w:val="008C5147"/>
    <w:rsid w:val="008C5359"/>
    <w:rsid w:val="008C5363"/>
    <w:rsid w:val="008D2CB0"/>
    <w:rsid w:val="008D3DFB"/>
    <w:rsid w:val="008E1A51"/>
    <w:rsid w:val="008E4056"/>
    <w:rsid w:val="008E4F0D"/>
    <w:rsid w:val="008E64F4"/>
    <w:rsid w:val="008F12C9"/>
    <w:rsid w:val="008F161E"/>
    <w:rsid w:val="008F3D05"/>
    <w:rsid w:val="008F4409"/>
    <w:rsid w:val="008F5940"/>
    <w:rsid w:val="008F6E29"/>
    <w:rsid w:val="00912BE1"/>
    <w:rsid w:val="00915343"/>
    <w:rsid w:val="00916188"/>
    <w:rsid w:val="00920349"/>
    <w:rsid w:val="00923D7D"/>
    <w:rsid w:val="0094744A"/>
    <w:rsid w:val="009508DF"/>
    <w:rsid w:val="00950DAC"/>
    <w:rsid w:val="00954A07"/>
    <w:rsid w:val="00956799"/>
    <w:rsid w:val="00980E9A"/>
    <w:rsid w:val="00997F14"/>
    <w:rsid w:val="009A623D"/>
    <w:rsid w:val="009A78CD"/>
    <w:rsid w:val="009A78D9"/>
    <w:rsid w:val="009B08C2"/>
    <w:rsid w:val="009C1331"/>
    <w:rsid w:val="009C3E31"/>
    <w:rsid w:val="009C54AE"/>
    <w:rsid w:val="009C788E"/>
    <w:rsid w:val="009D0F5C"/>
    <w:rsid w:val="009D3F06"/>
    <w:rsid w:val="009E3B41"/>
    <w:rsid w:val="009F3C5C"/>
    <w:rsid w:val="009F4610"/>
    <w:rsid w:val="00A00ECC"/>
    <w:rsid w:val="00A04CB9"/>
    <w:rsid w:val="00A155EE"/>
    <w:rsid w:val="00A220D2"/>
    <w:rsid w:val="00A2245B"/>
    <w:rsid w:val="00A248B0"/>
    <w:rsid w:val="00A30110"/>
    <w:rsid w:val="00A319E0"/>
    <w:rsid w:val="00A34AA7"/>
    <w:rsid w:val="00A36899"/>
    <w:rsid w:val="00A371F6"/>
    <w:rsid w:val="00A42169"/>
    <w:rsid w:val="00A43BF6"/>
    <w:rsid w:val="00A53FA5"/>
    <w:rsid w:val="00A54817"/>
    <w:rsid w:val="00A601C8"/>
    <w:rsid w:val="00A60799"/>
    <w:rsid w:val="00A7523D"/>
    <w:rsid w:val="00A7732B"/>
    <w:rsid w:val="00A84C85"/>
    <w:rsid w:val="00A97DE1"/>
    <w:rsid w:val="00AB053C"/>
    <w:rsid w:val="00AB2060"/>
    <w:rsid w:val="00AC3592"/>
    <w:rsid w:val="00AD1146"/>
    <w:rsid w:val="00AD27D3"/>
    <w:rsid w:val="00AD28D2"/>
    <w:rsid w:val="00AD2A99"/>
    <w:rsid w:val="00AD66D6"/>
    <w:rsid w:val="00AE1160"/>
    <w:rsid w:val="00AE203C"/>
    <w:rsid w:val="00AE2E74"/>
    <w:rsid w:val="00AE5FCB"/>
    <w:rsid w:val="00AF2C1E"/>
    <w:rsid w:val="00AF64F8"/>
    <w:rsid w:val="00B036A9"/>
    <w:rsid w:val="00B06142"/>
    <w:rsid w:val="00B135B1"/>
    <w:rsid w:val="00B174C0"/>
    <w:rsid w:val="00B17E4E"/>
    <w:rsid w:val="00B3130B"/>
    <w:rsid w:val="00B32DA5"/>
    <w:rsid w:val="00B37E93"/>
    <w:rsid w:val="00B40ADB"/>
    <w:rsid w:val="00B43B77"/>
    <w:rsid w:val="00B43E80"/>
    <w:rsid w:val="00B607DB"/>
    <w:rsid w:val="00B61667"/>
    <w:rsid w:val="00B66529"/>
    <w:rsid w:val="00B67290"/>
    <w:rsid w:val="00B75946"/>
    <w:rsid w:val="00B8056E"/>
    <w:rsid w:val="00B819C8"/>
    <w:rsid w:val="00B82308"/>
    <w:rsid w:val="00B90885"/>
    <w:rsid w:val="00B937A0"/>
    <w:rsid w:val="00BB520A"/>
    <w:rsid w:val="00BD3869"/>
    <w:rsid w:val="00BD66E9"/>
    <w:rsid w:val="00BD6FF4"/>
    <w:rsid w:val="00BE6880"/>
    <w:rsid w:val="00BE6927"/>
    <w:rsid w:val="00BF2C41"/>
    <w:rsid w:val="00C01575"/>
    <w:rsid w:val="00C048CC"/>
    <w:rsid w:val="00C058B4"/>
    <w:rsid w:val="00C05F44"/>
    <w:rsid w:val="00C11017"/>
    <w:rsid w:val="00C131B5"/>
    <w:rsid w:val="00C164DB"/>
    <w:rsid w:val="00C16ABF"/>
    <w:rsid w:val="00C170AE"/>
    <w:rsid w:val="00C17EDE"/>
    <w:rsid w:val="00C26CB7"/>
    <w:rsid w:val="00C324C1"/>
    <w:rsid w:val="00C3359A"/>
    <w:rsid w:val="00C36992"/>
    <w:rsid w:val="00C42EC5"/>
    <w:rsid w:val="00C55C74"/>
    <w:rsid w:val="00C56036"/>
    <w:rsid w:val="00C571D6"/>
    <w:rsid w:val="00C61DC5"/>
    <w:rsid w:val="00C67E92"/>
    <w:rsid w:val="00C70A26"/>
    <w:rsid w:val="00C766DF"/>
    <w:rsid w:val="00C94B98"/>
    <w:rsid w:val="00CA2B96"/>
    <w:rsid w:val="00CA5089"/>
    <w:rsid w:val="00CA773C"/>
    <w:rsid w:val="00CB386F"/>
    <w:rsid w:val="00CB42CB"/>
    <w:rsid w:val="00CD1A3D"/>
    <w:rsid w:val="00CD6897"/>
    <w:rsid w:val="00CE5BAC"/>
    <w:rsid w:val="00CF25BE"/>
    <w:rsid w:val="00CF78ED"/>
    <w:rsid w:val="00D02B25"/>
    <w:rsid w:val="00D02EBA"/>
    <w:rsid w:val="00D04286"/>
    <w:rsid w:val="00D16444"/>
    <w:rsid w:val="00D17C3C"/>
    <w:rsid w:val="00D26B2C"/>
    <w:rsid w:val="00D31F50"/>
    <w:rsid w:val="00D352C9"/>
    <w:rsid w:val="00D35DE2"/>
    <w:rsid w:val="00D425B2"/>
    <w:rsid w:val="00D428D6"/>
    <w:rsid w:val="00D444F3"/>
    <w:rsid w:val="00D552B2"/>
    <w:rsid w:val="00D57EEF"/>
    <w:rsid w:val="00D608D1"/>
    <w:rsid w:val="00D71F63"/>
    <w:rsid w:val="00D74119"/>
    <w:rsid w:val="00D75706"/>
    <w:rsid w:val="00D8075B"/>
    <w:rsid w:val="00D82013"/>
    <w:rsid w:val="00D84032"/>
    <w:rsid w:val="00D8599D"/>
    <w:rsid w:val="00D8678B"/>
    <w:rsid w:val="00DA2114"/>
    <w:rsid w:val="00DA4EBE"/>
    <w:rsid w:val="00DD31B8"/>
    <w:rsid w:val="00DD57E1"/>
    <w:rsid w:val="00DE09C0"/>
    <w:rsid w:val="00DE4A14"/>
    <w:rsid w:val="00DE5513"/>
    <w:rsid w:val="00DE7D18"/>
    <w:rsid w:val="00DF320D"/>
    <w:rsid w:val="00DF5D85"/>
    <w:rsid w:val="00DF71C8"/>
    <w:rsid w:val="00E129B8"/>
    <w:rsid w:val="00E21E7D"/>
    <w:rsid w:val="00E22FBC"/>
    <w:rsid w:val="00E24BF5"/>
    <w:rsid w:val="00E25338"/>
    <w:rsid w:val="00E334FC"/>
    <w:rsid w:val="00E36A8A"/>
    <w:rsid w:val="00E4524E"/>
    <w:rsid w:val="00E4690E"/>
    <w:rsid w:val="00E5152B"/>
    <w:rsid w:val="00E51E44"/>
    <w:rsid w:val="00E55D0C"/>
    <w:rsid w:val="00E63348"/>
    <w:rsid w:val="00E7485F"/>
    <w:rsid w:val="00E77E88"/>
    <w:rsid w:val="00E8107D"/>
    <w:rsid w:val="00E86D57"/>
    <w:rsid w:val="00E960BB"/>
    <w:rsid w:val="00E97DC8"/>
    <w:rsid w:val="00EA2074"/>
    <w:rsid w:val="00EA4832"/>
    <w:rsid w:val="00EA4E9D"/>
    <w:rsid w:val="00EB1260"/>
    <w:rsid w:val="00EB18C9"/>
    <w:rsid w:val="00EB1935"/>
    <w:rsid w:val="00EC4899"/>
    <w:rsid w:val="00ED03AB"/>
    <w:rsid w:val="00ED1B38"/>
    <w:rsid w:val="00ED32D2"/>
    <w:rsid w:val="00ED77C6"/>
    <w:rsid w:val="00EE32DE"/>
    <w:rsid w:val="00EE5457"/>
    <w:rsid w:val="00EF5BF6"/>
    <w:rsid w:val="00F070AB"/>
    <w:rsid w:val="00F17567"/>
    <w:rsid w:val="00F27A7B"/>
    <w:rsid w:val="00F526AF"/>
    <w:rsid w:val="00F617C3"/>
    <w:rsid w:val="00F7066B"/>
    <w:rsid w:val="00F83B28"/>
    <w:rsid w:val="00F96E40"/>
    <w:rsid w:val="00FA46E5"/>
    <w:rsid w:val="00FB7598"/>
    <w:rsid w:val="00FB7DBA"/>
    <w:rsid w:val="00FC1C25"/>
    <w:rsid w:val="00FC1CA5"/>
    <w:rsid w:val="00FC3F45"/>
    <w:rsid w:val="00FD503F"/>
    <w:rsid w:val="00FD7474"/>
    <w:rsid w:val="00FD7589"/>
    <w:rsid w:val="00FE3938"/>
    <w:rsid w:val="00FF016A"/>
    <w:rsid w:val="00FF1401"/>
    <w:rsid w:val="00FF33B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7338C425-B7E3-4710-AA47-8ED5F3E6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39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3671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71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671E3"/>
    <w:rPr>
      <w:rFonts w:eastAsia="Times New Roman"/>
      <w:b/>
      <w:bCs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rsid w:val="003671E3"/>
    <w:rPr>
      <w:rFonts w:eastAsia="Times New Roman"/>
      <w:b/>
      <w:bCs/>
      <w:sz w:val="27"/>
      <w:szCs w:val="27"/>
    </w:rPr>
  </w:style>
  <w:style w:type="character" w:customStyle="1" w:styleId="key">
    <w:name w:val="key"/>
    <w:basedOn w:val="Domylnaczcionkaakapitu"/>
    <w:rsid w:val="003671E3"/>
  </w:style>
  <w:style w:type="character" w:customStyle="1" w:styleId="value">
    <w:name w:val="value"/>
    <w:basedOn w:val="Domylnaczcionkaakapitu"/>
    <w:rsid w:val="003671E3"/>
  </w:style>
  <w:style w:type="character" w:customStyle="1" w:styleId="Nagwek1Znak">
    <w:name w:val="Nagłówek 1 Znak"/>
    <w:basedOn w:val="Domylnaczcionkaakapitu"/>
    <w:link w:val="Nagwek1"/>
    <w:uiPriority w:val="9"/>
    <w:rsid w:val="003E394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4C747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4C747D"/>
    <w:rPr>
      <w:rFonts w:eastAsia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4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FA91D-301E-4CC4-9F89-045D073A2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5</Pages>
  <Words>1223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Danuta Ochojska</cp:lastModifiedBy>
  <cp:revision>27</cp:revision>
  <cp:lastPrinted>2022-12-29T10:16:00Z</cp:lastPrinted>
  <dcterms:created xsi:type="dcterms:W3CDTF">2022-11-21T16:40:00Z</dcterms:created>
  <dcterms:modified xsi:type="dcterms:W3CDTF">2023-06-01T12:23:00Z</dcterms:modified>
</cp:coreProperties>
</file>